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618" w:rsidRDefault="00675618" w:rsidP="00EC29A6">
      <w:pPr>
        <w:pStyle w:val="TasksCaption"/>
        <w:outlineLvl w:val="0"/>
      </w:pPr>
      <w:r>
        <w:t>Converting a Word Document (</w:t>
      </w:r>
      <w:smartTag w:uri="urn:schemas-microsoft-com:office:smarttags" w:element="stockticker">
        <w:r>
          <w:t>DOCX</w:t>
        </w:r>
      </w:smartTag>
      <w:r>
        <w:t xml:space="preserve">) to a Web Page using a built-in </w:t>
      </w:r>
      <w:smartTag w:uri="urn:schemas-microsoft-com:office:smarttags" w:element="stockticker">
        <w:r>
          <w:t>MOSS</w:t>
        </w:r>
      </w:smartTag>
      <w:r>
        <w:t xml:space="preserve"> document converter.</w:t>
      </w:r>
    </w:p>
    <w:p w:rsidR="00675618" w:rsidRDefault="002D6434" w:rsidP="00675618">
      <w:r>
        <w:rPr>
          <w:noProof/>
        </w:rPr>
        <w:drawing>
          <wp:inline distT="0" distB="0" distL="0" distR="0">
            <wp:extent cx="5162550" cy="3932516"/>
            <wp:effectExtent l="19050" t="0" r="0" b="0"/>
            <wp:docPr id="1" name="Picture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5364" cy="3934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5618" w:rsidRPr="00523FF3" w:rsidRDefault="00675618" w:rsidP="00675618">
      <w:pPr>
        <w:pStyle w:val="ppp"/>
        <w:numPr>
          <w:ilvl w:val="0"/>
          <w:numId w:val="0"/>
        </w:numPr>
      </w:pPr>
      <w:r>
        <w:t xml:space="preserve">Add a reference to </w:t>
      </w:r>
      <w:r w:rsidRPr="00523FF3">
        <w:t>C:\Program Files\Aspose\Aspose.</w:t>
      </w:r>
      <w:r>
        <w:t>Words\Bin\</w:t>
      </w:r>
      <w:r w:rsidRPr="00523FF3">
        <w:t>net2.0</w:t>
      </w:r>
      <w:r>
        <w:t>\Aspose.Words.DLL.</w:t>
      </w:r>
    </w:p>
    <w:p w:rsidR="00675618" w:rsidRDefault="002D6434" w:rsidP="00675618">
      <w:r>
        <w:rPr>
          <w:noProof/>
        </w:rPr>
        <w:drawing>
          <wp:inline distT="0" distB="0" distL="0" distR="0">
            <wp:extent cx="5162550" cy="3791248"/>
            <wp:effectExtent l="19050" t="0" r="0" b="0"/>
            <wp:docPr id="2" name="Picture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7259" cy="37947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75618" w:rsidSect="001B5413">
      <w:headerReference w:type="default" r:id="rId13"/>
      <w:type w:val="continuous"/>
      <w:pgSz w:w="12240" w:h="15840"/>
      <w:pgMar w:top="720" w:right="720" w:bottom="720" w:left="72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029F0" w:rsidRDefault="00C029F0">
      <w:r>
        <w:separator/>
      </w:r>
    </w:p>
  </w:endnote>
  <w:endnote w:type="continuationSeparator" w:id="0">
    <w:p w:rsidR="00C029F0" w:rsidRDefault="00C029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029F0" w:rsidRDefault="00C029F0">
      <w:r>
        <w:separator/>
      </w:r>
    </w:p>
  </w:footnote>
  <w:footnote w:type="continuationSeparator" w:id="0">
    <w:p w:rsidR="00C029F0" w:rsidRDefault="00C029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3C5" w:rsidRPr="001E1733" w:rsidRDefault="006303C5" w:rsidP="0078607E">
    <w:pPr>
      <w:pStyle w:val="Header"/>
      <w:tabs>
        <w:tab w:val="clear" w:pos="4677"/>
        <w:tab w:val="clear" w:pos="9355"/>
        <w:tab w:val="right" w:pos="8520"/>
      </w:tabs>
      <w:rPr>
        <w:szCs w:val="28"/>
      </w:rPr>
    </w:pPr>
    <w:r>
      <w:rPr>
        <w:szCs w:val="28"/>
      </w:rPr>
      <w:t>Aspose.Words Product Documentation</w:t>
    </w:r>
    <w:r>
      <w:rPr>
        <w:szCs w:val="28"/>
      </w:rPr>
      <w:tab/>
    </w:r>
    <w:r w:rsidR="00703FA7">
      <w:rPr>
        <w:szCs w:val="28"/>
      </w:rPr>
      <w:fldChar w:fldCharType="begin"/>
    </w:r>
    <w:r>
      <w:rPr>
        <w:szCs w:val="28"/>
      </w:rPr>
      <w:instrText xml:space="preserve"> PAGE  \* Arabic  \* MERGEFORMAT </w:instrText>
    </w:r>
    <w:r w:rsidR="00703FA7">
      <w:rPr>
        <w:szCs w:val="28"/>
      </w:rPr>
      <w:fldChar w:fldCharType="separate"/>
    </w:r>
    <w:r w:rsidR="00EC29A6">
      <w:rPr>
        <w:noProof/>
        <w:szCs w:val="28"/>
      </w:rPr>
      <w:t>1</w:t>
    </w:r>
    <w:r w:rsidR="00703FA7">
      <w:rPr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12DF1"/>
    <w:multiLevelType w:val="hybridMultilevel"/>
    <w:tmpl w:val="550C0916"/>
    <w:lvl w:ilvl="0" w:tplc="73309A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B4EC3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AE0BE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785D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0827C0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DAE46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BC672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54EBD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FA46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D0778C"/>
    <w:multiLevelType w:val="hybridMultilevel"/>
    <w:tmpl w:val="82B6FBF8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0090D"/>
    <w:multiLevelType w:val="hybridMultilevel"/>
    <w:tmpl w:val="F78073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4E654D"/>
    <w:multiLevelType w:val="hybridMultilevel"/>
    <w:tmpl w:val="1D20B00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6717C1"/>
    <w:multiLevelType w:val="hybridMultilevel"/>
    <w:tmpl w:val="05F28824"/>
    <w:lvl w:ilvl="0" w:tplc="09AE91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E874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76E1B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76AEC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A4C86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466D9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9EEAB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C866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FDC806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D8D0F65"/>
    <w:multiLevelType w:val="hybridMultilevel"/>
    <w:tmpl w:val="81A4CE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DD60EB3"/>
    <w:multiLevelType w:val="hybridMultilevel"/>
    <w:tmpl w:val="2B9EB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897920"/>
    <w:multiLevelType w:val="hybridMultilevel"/>
    <w:tmpl w:val="1D14F5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AE0E51"/>
    <w:multiLevelType w:val="hybridMultilevel"/>
    <w:tmpl w:val="273EE4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numFmt w:val="bullet"/>
      <w:lvlText w:val="•"/>
      <w:lvlJc w:val="left"/>
      <w:pPr>
        <w:ind w:left="2700" w:hanging="720"/>
      </w:pPr>
      <w:rPr>
        <w:rFonts w:ascii="Verdana" w:eastAsia="SimSun" w:hAnsi="Verdana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9161284"/>
    <w:multiLevelType w:val="hybridMultilevel"/>
    <w:tmpl w:val="292497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ADC3205"/>
    <w:multiLevelType w:val="hybridMultilevel"/>
    <w:tmpl w:val="3830E4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BD62982"/>
    <w:multiLevelType w:val="hybridMultilevel"/>
    <w:tmpl w:val="2C82ECA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BF6740B"/>
    <w:multiLevelType w:val="hybridMultilevel"/>
    <w:tmpl w:val="48928B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24D1622"/>
    <w:multiLevelType w:val="hybridMultilevel"/>
    <w:tmpl w:val="80662BF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4202660"/>
    <w:multiLevelType w:val="hybridMultilevel"/>
    <w:tmpl w:val="DFCE8D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4840A1D"/>
    <w:multiLevelType w:val="hybridMultilevel"/>
    <w:tmpl w:val="4FBEA3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9065E0"/>
    <w:multiLevelType w:val="hybridMultilevel"/>
    <w:tmpl w:val="66E27C4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5684FED"/>
    <w:multiLevelType w:val="hybridMultilevel"/>
    <w:tmpl w:val="E3909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BC15111"/>
    <w:multiLevelType w:val="hybridMultilevel"/>
    <w:tmpl w:val="99560BB2"/>
    <w:lvl w:ilvl="0" w:tplc="627467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B6070F"/>
    <w:multiLevelType w:val="hybridMultilevel"/>
    <w:tmpl w:val="EB6E75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202F87"/>
    <w:multiLevelType w:val="hybridMultilevel"/>
    <w:tmpl w:val="24DA49A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FC21E1"/>
    <w:multiLevelType w:val="hybridMultilevel"/>
    <w:tmpl w:val="C37052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1233BFC"/>
    <w:multiLevelType w:val="hybridMultilevel"/>
    <w:tmpl w:val="E7DEBE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23318B8"/>
    <w:multiLevelType w:val="hybridMultilevel"/>
    <w:tmpl w:val="1FD0C4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36A2D48"/>
    <w:multiLevelType w:val="hybridMultilevel"/>
    <w:tmpl w:val="AB3A6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4CB1D85"/>
    <w:multiLevelType w:val="hybridMultilevel"/>
    <w:tmpl w:val="3EDA8B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464CC3"/>
    <w:multiLevelType w:val="hybridMultilevel"/>
    <w:tmpl w:val="42A8B82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36A92495"/>
    <w:multiLevelType w:val="hybridMultilevel"/>
    <w:tmpl w:val="435A2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830524F"/>
    <w:multiLevelType w:val="hybridMultilevel"/>
    <w:tmpl w:val="E74E2C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A0A40CD"/>
    <w:multiLevelType w:val="hybridMultilevel"/>
    <w:tmpl w:val="8EDAE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3D873602"/>
    <w:multiLevelType w:val="hybridMultilevel"/>
    <w:tmpl w:val="51022A0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ED12776"/>
    <w:multiLevelType w:val="hybridMultilevel"/>
    <w:tmpl w:val="2BF49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BA6DC8"/>
    <w:multiLevelType w:val="hybridMultilevel"/>
    <w:tmpl w:val="802EF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53833EB"/>
    <w:multiLevelType w:val="hybridMultilevel"/>
    <w:tmpl w:val="E11811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7BC4B31"/>
    <w:multiLevelType w:val="hybridMultilevel"/>
    <w:tmpl w:val="AE98AF8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4F0659CF"/>
    <w:multiLevelType w:val="hybridMultilevel"/>
    <w:tmpl w:val="6CFA20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04662CD"/>
    <w:multiLevelType w:val="hybridMultilevel"/>
    <w:tmpl w:val="B80C580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505C1A59"/>
    <w:multiLevelType w:val="hybridMultilevel"/>
    <w:tmpl w:val="0B287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3A35A52"/>
    <w:multiLevelType w:val="hybridMultilevel"/>
    <w:tmpl w:val="6874C9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754563"/>
    <w:multiLevelType w:val="hybridMultilevel"/>
    <w:tmpl w:val="F830E7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550B4500"/>
    <w:multiLevelType w:val="hybridMultilevel"/>
    <w:tmpl w:val="AA483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74A7AC1"/>
    <w:multiLevelType w:val="hybridMultilevel"/>
    <w:tmpl w:val="1618DB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58950600"/>
    <w:multiLevelType w:val="hybridMultilevel"/>
    <w:tmpl w:val="CD78F19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5902753F"/>
    <w:multiLevelType w:val="hybridMultilevel"/>
    <w:tmpl w:val="61B00D4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A774B87"/>
    <w:multiLevelType w:val="hybridMultilevel"/>
    <w:tmpl w:val="7602A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C2F50F7"/>
    <w:multiLevelType w:val="hybridMultilevel"/>
    <w:tmpl w:val="C902DC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2F474ED"/>
    <w:multiLevelType w:val="hybridMultilevel"/>
    <w:tmpl w:val="FC0E56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63DB0FC7"/>
    <w:multiLevelType w:val="hybridMultilevel"/>
    <w:tmpl w:val="0BA2B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67FE56C1"/>
    <w:multiLevelType w:val="hybridMultilevel"/>
    <w:tmpl w:val="BFBC1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91B7989"/>
    <w:multiLevelType w:val="hybridMultilevel"/>
    <w:tmpl w:val="9D728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B0B4EA9"/>
    <w:multiLevelType w:val="hybridMultilevel"/>
    <w:tmpl w:val="D180B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B4A404E"/>
    <w:multiLevelType w:val="hybridMultilevel"/>
    <w:tmpl w:val="62387458"/>
    <w:lvl w:ilvl="0" w:tplc="9A3C6F98">
      <w:start w:val="1"/>
      <w:numFmt w:val="bullet"/>
      <w:pStyle w:val="ppp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B127B4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3940D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C0C95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888D8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BAA17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B8C8A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6EBBF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C0681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>
    <w:nsid w:val="6CB76AD1"/>
    <w:multiLevelType w:val="multilevel"/>
    <w:tmpl w:val="9A18F6D0"/>
    <w:styleLink w:val="Bullets"/>
    <w:lvl w:ilvl="0">
      <w:start w:val="1"/>
      <w:numFmt w:val="bullet"/>
      <w:lvlText w:val=""/>
      <w:lvlJc w:val="left"/>
      <w:pPr>
        <w:tabs>
          <w:tab w:val="num" w:pos="320"/>
        </w:tabs>
        <w:ind w:left="320" w:hanging="200"/>
      </w:pPr>
      <w:rPr>
        <w:rFonts w:ascii="Symbol" w:hAnsi="Symbol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>
    <w:nsid w:val="6CE429FB"/>
    <w:multiLevelType w:val="hybridMultilevel"/>
    <w:tmpl w:val="7E62F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D02434B"/>
    <w:multiLevelType w:val="hybridMultilevel"/>
    <w:tmpl w:val="9686274A"/>
    <w:lvl w:ilvl="0" w:tplc="E0FA9B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A0917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6C92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4CEE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4B3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804D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E0106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54A4F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22EAD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E520C23"/>
    <w:multiLevelType w:val="hybridMultilevel"/>
    <w:tmpl w:val="747896F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6F3D5567"/>
    <w:multiLevelType w:val="hybridMultilevel"/>
    <w:tmpl w:val="56381D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1DE3044"/>
    <w:multiLevelType w:val="hybridMultilevel"/>
    <w:tmpl w:val="D1622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4220375"/>
    <w:multiLevelType w:val="hybridMultilevel"/>
    <w:tmpl w:val="9FBEC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44F47A6"/>
    <w:multiLevelType w:val="hybridMultilevel"/>
    <w:tmpl w:val="F24ABA7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2"/>
  </w:num>
  <w:num w:numId="2">
    <w:abstractNumId w:val="0"/>
  </w:num>
  <w:num w:numId="3">
    <w:abstractNumId w:val="4"/>
  </w:num>
  <w:num w:numId="4">
    <w:abstractNumId w:val="51"/>
  </w:num>
  <w:num w:numId="5">
    <w:abstractNumId w:val="54"/>
  </w:num>
  <w:num w:numId="6">
    <w:abstractNumId w:val="32"/>
  </w:num>
  <w:num w:numId="7">
    <w:abstractNumId w:val="19"/>
  </w:num>
  <w:num w:numId="8">
    <w:abstractNumId w:val="58"/>
  </w:num>
  <w:num w:numId="9">
    <w:abstractNumId w:val="24"/>
  </w:num>
  <w:num w:numId="10">
    <w:abstractNumId w:val="40"/>
  </w:num>
  <w:num w:numId="11">
    <w:abstractNumId w:val="6"/>
  </w:num>
  <w:num w:numId="12">
    <w:abstractNumId w:val="47"/>
  </w:num>
  <w:num w:numId="13">
    <w:abstractNumId w:val="53"/>
  </w:num>
  <w:num w:numId="14">
    <w:abstractNumId w:val="21"/>
  </w:num>
  <w:num w:numId="15">
    <w:abstractNumId w:val="38"/>
  </w:num>
  <w:num w:numId="16">
    <w:abstractNumId w:val="18"/>
  </w:num>
  <w:num w:numId="17">
    <w:abstractNumId w:val="9"/>
  </w:num>
  <w:num w:numId="18">
    <w:abstractNumId w:val="15"/>
  </w:num>
  <w:num w:numId="19">
    <w:abstractNumId w:val="36"/>
  </w:num>
  <w:num w:numId="20">
    <w:abstractNumId w:val="5"/>
  </w:num>
  <w:num w:numId="21">
    <w:abstractNumId w:val="11"/>
  </w:num>
  <w:num w:numId="22">
    <w:abstractNumId w:val="14"/>
  </w:num>
  <w:num w:numId="23">
    <w:abstractNumId w:val="42"/>
  </w:num>
  <w:num w:numId="24">
    <w:abstractNumId w:val="16"/>
  </w:num>
  <w:num w:numId="25">
    <w:abstractNumId w:val="13"/>
  </w:num>
  <w:num w:numId="26">
    <w:abstractNumId w:val="28"/>
  </w:num>
  <w:num w:numId="27">
    <w:abstractNumId w:val="49"/>
  </w:num>
  <w:num w:numId="28">
    <w:abstractNumId w:val="7"/>
  </w:num>
  <w:num w:numId="29">
    <w:abstractNumId w:val="56"/>
  </w:num>
  <w:num w:numId="30">
    <w:abstractNumId w:val="44"/>
  </w:num>
  <w:num w:numId="31">
    <w:abstractNumId w:val="45"/>
  </w:num>
  <w:num w:numId="32">
    <w:abstractNumId w:val="25"/>
  </w:num>
  <w:num w:numId="33">
    <w:abstractNumId w:val="30"/>
  </w:num>
  <w:num w:numId="34">
    <w:abstractNumId w:val="20"/>
  </w:num>
  <w:num w:numId="35">
    <w:abstractNumId w:val="59"/>
  </w:num>
  <w:num w:numId="36">
    <w:abstractNumId w:val="26"/>
  </w:num>
  <w:num w:numId="37">
    <w:abstractNumId w:val="34"/>
  </w:num>
  <w:num w:numId="38">
    <w:abstractNumId w:val="48"/>
  </w:num>
  <w:num w:numId="39">
    <w:abstractNumId w:val="22"/>
  </w:num>
  <w:num w:numId="40">
    <w:abstractNumId w:val="27"/>
  </w:num>
  <w:num w:numId="41">
    <w:abstractNumId w:val="33"/>
  </w:num>
  <w:num w:numId="42">
    <w:abstractNumId w:val="3"/>
  </w:num>
  <w:num w:numId="43">
    <w:abstractNumId w:val="39"/>
  </w:num>
  <w:num w:numId="44">
    <w:abstractNumId w:val="10"/>
  </w:num>
  <w:num w:numId="45">
    <w:abstractNumId w:val="23"/>
  </w:num>
  <w:num w:numId="46">
    <w:abstractNumId w:val="43"/>
  </w:num>
  <w:num w:numId="47">
    <w:abstractNumId w:val="8"/>
  </w:num>
  <w:num w:numId="48">
    <w:abstractNumId w:val="12"/>
  </w:num>
  <w:num w:numId="49">
    <w:abstractNumId w:val="17"/>
  </w:num>
  <w:num w:numId="50">
    <w:abstractNumId w:val="35"/>
  </w:num>
  <w:num w:numId="51">
    <w:abstractNumId w:val="50"/>
  </w:num>
  <w:num w:numId="52">
    <w:abstractNumId w:val="46"/>
  </w:num>
  <w:num w:numId="53">
    <w:abstractNumId w:val="55"/>
  </w:num>
  <w:num w:numId="54">
    <w:abstractNumId w:val="57"/>
  </w:num>
  <w:num w:numId="55">
    <w:abstractNumId w:val="41"/>
  </w:num>
  <w:num w:numId="56">
    <w:abstractNumId w:val="29"/>
  </w:num>
  <w:num w:numId="57">
    <w:abstractNumId w:val="1"/>
  </w:num>
  <w:num w:numId="58">
    <w:abstractNumId w:val="37"/>
  </w:num>
  <w:num w:numId="59">
    <w:abstractNumId w:val="31"/>
  </w:num>
  <w:num w:numId="60">
    <w:abstractNumId w:val="2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NZ" w:vendorID="64" w:dllVersion="131078" w:nlCheck="1" w:checkStyle="1"/>
  <w:attachedTemplate r:id="rId1"/>
  <w:linkStyles/>
  <w:stylePaneFormatFilter w:val="3F01"/>
  <w:defaultTabStop w:val="720"/>
  <w:drawingGridHorizontalSpacing w:val="85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E25C7"/>
    <w:rsid w:val="00011945"/>
    <w:rsid w:val="0001797F"/>
    <w:rsid w:val="000223A9"/>
    <w:rsid w:val="00022F70"/>
    <w:rsid w:val="00025580"/>
    <w:rsid w:val="00026D0C"/>
    <w:rsid w:val="00026D4F"/>
    <w:rsid w:val="00027D04"/>
    <w:rsid w:val="0003006D"/>
    <w:rsid w:val="00032FAF"/>
    <w:rsid w:val="00033B87"/>
    <w:rsid w:val="00044906"/>
    <w:rsid w:val="00053F96"/>
    <w:rsid w:val="00055B54"/>
    <w:rsid w:val="00065CCD"/>
    <w:rsid w:val="00071045"/>
    <w:rsid w:val="000733B3"/>
    <w:rsid w:val="000862D8"/>
    <w:rsid w:val="00086FBA"/>
    <w:rsid w:val="00091656"/>
    <w:rsid w:val="000937A9"/>
    <w:rsid w:val="000959F1"/>
    <w:rsid w:val="00097D78"/>
    <w:rsid w:val="000A4316"/>
    <w:rsid w:val="000A6D22"/>
    <w:rsid w:val="000A7013"/>
    <w:rsid w:val="000A7634"/>
    <w:rsid w:val="000B39BB"/>
    <w:rsid w:val="000B3F92"/>
    <w:rsid w:val="000B6518"/>
    <w:rsid w:val="000C1898"/>
    <w:rsid w:val="000C3338"/>
    <w:rsid w:val="000C35AC"/>
    <w:rsid w:val="000C5C19"/>
    <w:rsid w:val="000D32D8"/>
    <w:rsid w:val="000D4617"/>
    <w:rsid w:val="000D4990"/>
    <w:rsid w:val="000E36DB"/>
    <w:rsid w:val="000E4A42"/>
    <w:rsid w:val="000E6803"/>
    <w:rsid w:val="000E6A9A"/>
    <w:rsid w:val="000F0E69"/>
    <w:rsid w:val="000F10F7"/>
    <w:rsid w:val="000F18DE"/>
    <w:rsid w:val="000F666C"/>
    <w:rsid w:val="000F7CA1"/>
    <w:rsid w:val="00100BEE"/>
    <w:rsid w:val="00102173"/>
    <w:rsid w:val="0010218E"/>
    <w:rsid w:val="00102A8B"/>
    <w:rsid w:val="001105CE"/>
    <w:rsid w:val="001113D3"/>
    <w:rsid w:val="00113AB2"/>
    <w:rsid w:val="00121459"/>
    <w:rsid w:val="00121F5A"/>
    <w:rsid w:val="001236CA"/>
    <w:rsid w:val="00125A71"/>
    <w:rsid w:val="00130CA7"/>
    <w:rsid w:val="00137942"/>
    <w:rsid w:val="00140556"/>
    <w:rsid w:val="001406D8"/>
    <w:rsid w:val="00145540"/>
    <w:rsid w:val="0015187E"/>
    <w:rsid w:val="00153AFF"/>
    <w:rsid w:val="0015574A"/>
    <w:rsid w:val="00156699"/>
    <w:rsid w:val="00157893"/>
    <w:rsid w:val="00157BC4"/>
    <w:rsid w:val="001652D2"/>
    <w:rsid w:val="001774C9"/>
    <w:rsid w:val="00182A55"/>
    <w:rsid w:val="00185E3E"/>
    <w:rsid w:val="00193527"/>
    <w:rsid w:val="00196008"/>
    <w:rsid w:val="00196328"/>
    <w:rsid w:val="001A345D"/>
    <w:rsid w:val="001A7E03"/>
    <w:rsid w:val="001B283B"/>
    <w:rsid w:val="001B5413"/>
    <w:rsid w:val="001C0B7D"/>
    <w:rsid w:val="001C4479"/>
    <w:rsid w:val="001C49FA"/>
    <w:rsid w:val="001C510C"/>
    <w:rsid w:val="001C7EC3"/>
    <w:rsid w:val="001D3B00"/>
    <w:rsid w:val="001E075A"/>
    <w:rsid w:val="001E178D"/>
    <w:rsid w:val="001E526D"/>
    <w:rsid w:val="001E64AD"/>
    <w:rsid w:val="001F04E6"/>
    <w:rsid w:val="001F38F8"/>
    <w:rsid w:val="001F391E"/>
    <w:rsid w:val="001F5CEA"/>
    <w:rsid w:val="00201AB4"/>
    <w:rsid w:val="002057B6"/>
    <w:rsid w:val="00207F64"/>
    <w:rsid w:val="002129DF"/>
    <w:rsid w:val="00217B9E"/>
    <w:rsid w:val="002236AF"/>
    <w:rsid w:val="00224840"/>
    <w:rsid w:val="002256A3"/>
    <w:rsid w:val="002268A8"/>
    <w:rsid w:val="00227AD6"/>
    <w:rsid w:val="00231DE8"/>
    <w:rsid w:val="00232751"/>
    <w:rsid w:val="00233160"/>
    <w:rsid w:val="002368EF"/>
    <w:rsid w:val="00237ABB"/>
    <w:rsid w:val="00237C68"/>
    <w:rsid w:val="00237DD2"/>
    <w:rsid w:val="00237FAD"/>
    <w:rsid w:val="00240365"/>
    <w:rsid w:val="00240F36"/>
    <w:rsid w:val="00241331"/>
    <w:rsid w:val="002443D8"/>
    <w:rsid w:val="0024507F"/>
    <w:rsid w:val="0024534B"/>
    <w:rsid w:val="002469EA"/>
    <w:rsid w:val="00251A02"/>
    <w:rsid w:val="00253869"/>
    <w:rsid w:val="00257BBB"/>
    <w:rsid w:val="002600DC"/>
    <w:rsid w:val="00263381"/>
    <w:rsid w:val="00265B5E"/>
    <w:rsid w:val="00267A51"/>
    <w:rsid w:val="00273BE2"/>
    <w:rsid w:val="002746E7"/>
    <w:rsid w:val="00274C36"/>
    <w:rsid w:val="002821A7"/>
    <w:rsid w:val="00293C69"/>
    <w:rsid w:val="002A5B25"/>
    <w:rsid w:val="002B1752"/>
    <w:rsid w:val="002B2A08"/>
    <w:rsid w:val="002B2FC3"/>
    <w:rsid w:val="002B541A"/>
    <w:rsid w:val="002C1ED0"/>
    <w:rsid w:val="002D1521"/>
    <w:rsid w:val="002D1E14"/>
    <w:rsid w:val="002D2E3B"/>
    <w:rsid w:val="002D447B"/>
    <w:rsid w:val="002D6434"/>
    <w:rsid w:val="002D6551"/>
    <w:rsid w:val="002D66A7"/>
    <w:rsid w:val="002D7395"/>
    <w:rsid w:val="002E4D76"/>
    <w:rsid w:val="002F252A"/>
    <w:rsid w:val="003121A9"/>
    <w:rsid w:val="0032188B"/>
    <w:rsid w:val="00324483"/>
    <w:rsid w:val="003266C5"/>
    <w:rsid w:val="003301E3"/>
    <w:rsid w:val="00330AB4"/>
    <w:rsid w:val="003325E1"/>
    <w:rsid w:val="00333F92"/>
    <w:rsid w:val="003358CC"/>
    <w:rsid w:val="00336F1C"/>
    <w:rsid w:val="003402E1"/>
    <w:rsid w:val="00343371"/>
    <w:rsid w:val="00351308"/>
    <w:rsid w:val="0035557E"/>
    <w:rsid w:val="00364B10"/>
    <w:rsid w:val="003673CB"/>
    <w:rsid w:val="00373B21"/>
    <w:rsid w:val="003741D9"/>
    <w:rsid w:val="00376F31"/>
    <w:rsid w:val="00385F2C"/>
    <w:rsid w:val="003873F9"/>
    <w:rsid w:val="00390F19"/>
    <w:rsid w:val="003A3594"/>
    <w:rsid w:val="003A4545"/>
    <w:rsid w:val="003A457E"/>
    <w:rsid w:val="003A5A2D"/>
    <w:rsid w:val="003A7204"/>
    <w:rsid w:val="003B303F"/>
    <w:rsid w:val="003B6A0E"/>
    <w:rsid w:val="003D2019"/>
    <w:rsid w:val="003D45EE"/>
    <w:rsid w:val="003D54A5"/>
    <w:rsid w:val="003D6EC9"/>
    <w:rsid w:val="003D71D5"/>
    <w:rsid w:val="003E12C0"/>
    <w:rsid w:val="003E2450"/>
    <w:rsid w:val="003E45CC"/>
    <w:rsid w:val="003E65DE"/>
    <w:rsid w:val="0040369A"/>
    <w:rsid w:val="00403AA2"/>
    <w:rsid w:val="00411043"/>
    <w:rsid w:val="00411305"/>
    <w:rsid w:val="00413813"/>
    <w:rsid w:val="004166D1"/>
    <w:rsid w:val="00416AA2"/>
    <w:rsid w:val="00421359"/>
    <w:rsid w:val="00422413"/>
    <w:rsid w:val="00423570"/>
    <w:rsid w:val="004241ED"/>
    <w:rsid w:val="004244E8"/>
    <w:rsid w:val="00424883"/>
    <w:rsid w:val="004303A2"/>
    <w:rsid w:val="0043580C"/>
    <w:rsid w:val="0044048D"/>
    <w:rsid w:val="00440D6C"/>
    <w:rsid w:val="00441DD5"/>
    <w:rsid w:val="00450726"/>
    <w:rsid w:val="00450F61"/>
    <w:rsid w:val="004555B2"/>
    <w:rsid w:val="004567B9"/>
    <w:rsid w:val="0046746D"/>
    <w:rsid w:val="00471776"/>
    <w:rsid w:val="004747A7"/>
    <w:rsid w:val="00474853"/>
    <w:rsid w:val="00485AE8"/>
    <w:rsid w:val="004909F4"/>
    <w:rsid w:val="00491B05"/>
    <w:rsid w:val="0049223C"/>
    <w:rsid w:val="00492D11"/>
    <w:rsid w:val="004A2660"/>
    <w:rsid w:val="004A5C1B"/>
    <w:rsid w:val="004B7001"/>
    <w:rsid w:val="004B74E0"/>
    <w:rsid w:val="004C10FB"/>
    <w:rsid w:val="004C1192"/>
    <w:rsid w:val="004D42B3"/>
    <w:rsid w:val="004D4F03"/>
    <w:rsid w:val="004E2C22"/>
    <w:rsid w:val="004E2E72"/>
    <w:rsid w:val="004E4704"/>
    <w:rsid w:val="004E6501"/>
    <w:rsid w:val="004F0747"/>
    <w:rsid w:val="004F0CF5"/>
    <w:rsid w:val="004F2025"/>
    <w:rsid w:val="004F3030"/>
    <w:rsid w:val="004F3B85"/>
    <w:rsid w:val="00503155"/>
    <w:rsid w:val="00503563"/>
    <w:rsid w:val="005056D6"/>
    <w:rsid w:val="00507736"/>
    <w:rsid w:val="00511877"/>
    <w:rsid w:val="005139D3"/>
    <w:rsid w:val="00513D28"/>
    <w:rsid w:val="0051605D"/>
    <w:rsid w:val="00516938"/>
    <w:rsid w:val="00516A1A"/>
    <w:rsid w:val="00524339"/>
    <w:rsid w:val="00527B8F"/>
    <w:rsid w:val="00534397"/>
    <w:rsid w:val="005352C8"/>
    <w:rsid w:val="00540665"/>
    <w:rsid w:val="00542F6A"/>
    <w:rsid w:val="005436CA"/>
    <w:rsid w:val="00547668"/>
    <w:rsid w:val="00550C97"/>
    <w:rsid w:val="00551D68"/>
    <w:rsid w:val="00554714"/>
    <w:rsid w:val="00556843"/>
    <w:rsid w:val="0056574F"/>
    <w:rsid w:val="00570805"/>
    <w:rsid w:val="00570B6C"/>
    <w:rsid w:val="005746D5"/>
    <w:rsid w:val="00575557"/>
    <w:rsid w:val="005820D3"/>
    <w:rsid w:val="00592CF2"/>
    <w:rsid w:val="0059436F"/>
    <w:rsid w:val="00594A34"/>
    <w:rsid w:val="005960B6"/>
    <w:rsid w:val="005A39DA"/>
    <w:rsid w:val="005A5145"/>
    <w:rsid w:val="005A6288"/>
    <w:rsid w:val="005A644E"/>
    <w:rsid w:val="005A6CCF"/>
    <w:rsid w:val="005B2896"/>
    <w:rsid w:val="005C245D"/>
    <w:rsid w:val="005D0CB6"/>
    <w:rsid w:val="005D4FA5"/>
    <w:rsid w:val="005E206F"/>
    <w:rsid w:val="005E4EF2"/>
    <w:rsid w:val="005F19CA"/>
    <w:rsid w:val="005F5835"/>
    <w:rsid w:val="00600BA2"/>
    <w:rsid w:val="006032AD"/>
    <w:rsid w:val="00605980"/>
    <w:rsid w:val="00605C1F"/>
    <w:rsid w:val="00605E8F"/>
    <w:rsid w:val="00606DEA"/>
    <w:rsid w:val="00607B2B"/>
    <w:rsid w:val="00613689"/>
    <w:rsid w:val="00621AA3"/>
    <w:rsid w:val="006251B3"/>
    <w:rsid w:val="006303C5"/>
    <w:rsid w:val="00632698"/>
    <w:rsid w:val="00633026"/>
    <w:rsid w:val="006373BF"/>
    <w:rsid w:val="00641B85"/>
    <w:rsid w:val="00651349"/>
    <w:rsid w:val="006546B5"/>
    <w:rsid w:val="00655513"/>
    <w:rsid w:val="00665AC5"/>
    <w:rsid w:val="006677A0"/>
    <w:rsid w:val="006700BA"/>
    <w:rsid w:val="00671C46"/>
    <w:rsid w:val="00675618"/>
    <w:rsid w:val="00687F9E"/>
    <w:rsid w:val="00694A59"/>
    <w:rsid w:val="00694CAB"/>
    <w:rsid w:val="00694D80"/>
    <w:rsid w:val="00697552"/>
    <w:rsid w:val="00697C1A"/>
    <w:rsid w:val="006A2851"/>
    <w:rsid w:val="006A5E03"/>
    <w:rsid w:val="006B2A6D"/>
    <w:rsid w:val="006B4CA9"/>
    <w:rsid w:val="006B66AF"/>
    <w:rsid w:val="006C04F6"/>
    <w:rsid w:val="006C0E69"/>
    <w:rsid w:val="006D0D2D"/>
    <w:rsid w:val="006D0DF8"/>
    <w:rsid w:val="006D2AC3"/>
    <w:rsid w:val="006D36E6"/>
    <w:rsid w:val="006D3FD6"/>
    <w:rsid w:val="006E25C7"/>
    <w:rsid w:val="006E4DC2"/>
    <w:rsid w:val="006E5F55"/>
    <w:rsid w:val="006E7250"/>
    <w:rsid w:val="006F0CA4"/>
    <w:rsid w:val="006F0E70"/>
    <w:rsid w:val="006F2012"/>
    <w:rsid w:val="006F60B5"/>
    <w:rsid w:val="007020C6"/>
    <w:rsid w:val="007022BC"/>
    <w:rsid w:val="00703FA7"/>
    <w:rsid w:val="007041BF"/>
    <w:rsid w:val="00710D3F"/>
    <w:rsid w:val="0071437D"/>
    <w:rsid w:val="00714E87"/>
    <w:rsid w:val="007156EF"/>
    <w:rsid w:val="007169EA"/>
    <w:rsid w:val="007255B9"/>
    <w:rsid w:val="007321CC"/>
    <w:rsid w:val="00741030"/>
    <w:rsid w:val="00744012"/>
    <w:rsid w:val="007560DD"/>
    <w:rsid w:val="00763096"/>
    <w:rsid w:val="00772D65"/>
    <w:rsid w:val="0077419B"/>
    <w:rsid w:val="00774AA3"/>
    <w:rsid w:val="00775765"/>
    <w:rsid w:val="00776987"/>
    <w:rsid w:val="00777998"/>
    <w:rsid w:val="0078415F"/>
    <w:rsid w:val="00784BBF"/>
    <w:rsid w:val="00785DE6"/>
    <w:rsid w:val="0078607E"/>
    <w:rsid w:val="00792919"/>
    <w:rsid w:val="007974E2"/>
    <w:rsid w:val="00797D21"/>
    <w:rsid w:val="007A1296"/>
    <w:rsid w:val="007A279E"/>
    <w:rsid w:val="007B0D77"/>
    <w:rsid w:val="007B12C9"/>
    <w:rsid w:val="007B44FC"/>
    <w:rsid w:val="007B689C"/>
    <w:rsid w:val="007B7CE0"/>
    <w:rsid w:val="007C1772"/>
    <w:rsid w:val="007C2A0A"/>
    <w:rsid w:val="007E2C6D"/>
    <w:rsid w:val="007E2D32"/>
    <w:rsid w:val="007E4940"/>
    <w:rsid w:val="007F63C9"/>
    <w:rsid w:val="007F6EFD"/>
    <w:rsid w:val="00805BF5"/>
    <w:rsid w:val="008120EE"/>
    <w:rsid w:val="00816AEB"/>
    <w:rsid w:val="008171A4"/>
    <w:rsid w:val="00821547"/>
    <w:rsid w:val="008227A4"/>
    <w:rsid w:val="008243E0"/>
    <w:rsid w:val="0082712F"/>
    <w:rsid w:val="008327AB"/>
    <w:rsid w:val="00833C8F"/>
    <w:rsid w:val="008374D0"/>
    <w:rsid w:val="00837DC5"/>
    <w:rsid w:val="00843FDD"/>
    <w:rsid w:val="008458C6"/>
    <w:rsid w:val="00847DFE"/>
    <w:rsid w:val="00852BA0"/>
    <w:rsid w:val="00854847"/>
    <w:rsid w:val="00855332"/>
    <w:rsid w:val="0086071E"/>
    <w:rsid w:val="00866341"/>
    <w:rsid w:val="008679F7"/>
    <w:rsid w:val="008715CA"/>
    <w:rsid w:val="00873405"/>
    <w:rsid w:val="0087403F"/>
    <w:rsid w:val="00877974"/>
    <w:rsid w:val="00883A39"/>
    <w:rsid w:val="00884148"/>
    <w:rsid w:val="00885284"/>
    <w:rsid w:val="00891AF3"/>
    <w:rsid w:val="00893118"/>
    <w:rsid w:val="0089637D"/>
    <w:rsid w:val="008A1F01"/>
    <w:rsid w:val="008A60A7"/>
    <w:rsid w:val="008B125A"/>
    <w:rsid w:val="008B45DA"/>
    <w:rsid w:val="008B6668"/>
    <w:rsid w:val="008B67B7"/>
    <w:rsid w:val="008B7C90"/>
    <w:rsid w:val="008B7E2E"/>
    <w:rsid w:val="008C25C8"/>
    <w:rsid w:val="008C68B1"/>
    <w:rsid w:val="008C7762"/>
    <w:rsid w:val="008D3C6B"/>
    <w:rsid w:val="008D503D"/>
    <w:rsid w:val="008E0215"/>
    <w:rsid w:val="008E112E"/>
    <w:rsid w:val="008E1202"/>
    <w:rsid w:val="008E3E3D"/>
    <w:rsid w:val="008E53A7"/>
    <w:rsid w:val="008E572F"/>
    <w:rsid w:val="008F1BD0"/>
    <w:rsid w:val="008F4D47"/>
    <w:rsid w:val="008F55C0"/>
    <w:rsid w:val="008F62C7"/>
    <w:rsid w:val="008F6812"/>
    <w:rsid w:val="009021FD"/>
    <w:rsid w:val="009078B3"/>
    <w:rsid w:val="0091540D"/>
    <w:rsid w:val="00916A89"/>
    <w:rsid w:val="0092329A"/>
    <w:rsid w:val="00925F68"/>
    <w:rsid w:val="00931FE6"/>
    <w:rsid w:val="00934B7D"/>
    <w:rsid w:val="00935F09"/>
    <w:rsid w:val="0093643B"/>
    <w:rsid w:val="00944B41"/>
    <w:rsid w:val="009475D2"/>
    <w:rsid w:val="00952627"/>
    <w:rsid w:val="00952766"/>
    <w:rsid w:val="00953A82"/>
    <w:rsid w:val="00953AA2"/>
    <w:rsid w:val="009621A6"/>
    <w:rsid w:val="00966363"/>
    <w:rsid w:val="00967D4B"/>
    <w:rsid w:val="00970313"/>
    <w:rsid w:val="00976D3C"/>
    <w:rsid w:val="00981358"/>
    <w:rsid w:val="0098794C"/>
    <w:rsid w:val="00991E3F"/>
    <w:rsid w:val="009936B5"/>
    <w:rsid w:val="00995699"/>
    <w:rsid w:val="009975B4"/>
    <w:rsid w:val="0099783D"/>
    <w:rsid w:val="009A18D3"/>
    <w:rsid w:val="009A3207"/>
    <w:rsid w:val="009B25B6"/>
    <w:rsid w:val="009B6D67"/>
    <w:rsid w:val="009C1851"/>
    <w:rsid w:val="009C76C2"/>
    <w:rsid w:val="009D3D34"/>
    <w:rsid w:val="009D788C"/>
    <w:rsid w:val="009E4AC2"/>
    <w:rsid w:val="009E7998"/>
    <w:rsid w:val="009F29A1"/>
    <w:rsid w:val="00A001E3"/>
    <w:rsid w:val="00A00A22"/>
    <w:rsid w:val="00A04053"/>
    <w:rsid w:val="00A05F50"/>
    <w:rsid w:val="00A14D02"/>
    <w:rsid w:val="00A1577E"/>
    <w:rsid w:val="00A177F8"/>
    <w:rsid w:val="00A2092D"/>
    <w:rsid w:val="00A276B4"/>
    <w:rsid w:val="00A33B57"/>
    <w:rsid w:val="00A33D86"/>
    <w:rsid w:val="00A34131"/>
    <w:rsid w:val="00A43D8E"/>
    <w:rsid w:val="00A44926"/>
    <w:rsid w:val="00A44E20"/>
    <w:rsid w:val="00A46D17"/>
    <w:rsid w:val="00A47EA0"/>
    <w:rsid w:val="00A50181"/>
    <w:rsid w:val="00A504AF"/>
    <w:rsid w:val="00A5458F"/>
    <w:rsid w:val="00A551BD"/>
    <w:rsid w:val="00A56160"/>
    <w:rsid w:val="00A613DF"/>
    <w:rsid w:val="00A62D25"/>
    <w:rsid w:val="00A669E5"/>
    <w:rsid w:val="00A7052A"/>
    <w:rsid w:val="00A71095"/>
    <w:rsid w:val="00A726F5"/>
    <w:rsid w:val="00A73CB1"/>
    <w:rsid w:val="00A745A2"/>
    <w:rsid w:val="00A7767C"/>
    <w:rsid w:val="00A847AD"/>
    <w:rsid w:val="00A85163"/>
    <w:rsid w:val="00A85B20"/>
    <w:rsid w:val="00A871C8"/>
    <w:rsid w:val="00A96C53"/>
    <w:rsid w:val="00A9791C"/>
    <w:rsid w:val="00AA5737"/>
    <w:rsid w:val="00AB3A41"/>
    <w:rsid w:val="00AC557B"/>
    <w:rsid w:val="00AC561A"/>
    <w:rsid w:val="00AC6478"/>
    <w:rsid w:val="00AD0AB8"/>
    <w:rsid w:val="00AD46E3"/>
    <w:rsid w:val="00AE0533"/>
    <w:rsid w:val="00AE05E9"/>
    <w:rsid w:val="00AE1C00"/>
    <w:rsid w:val="00AE1C43"/>
    <w:rsid w:val="00AE2A09"/>
    <w:rsid w:val="00AE5FEB"/>
    <w:rsid w:val="00AF0F52"/>
    <w:rsid w:val="00AF5685"/>
    <w:rsid w:val="00B10511"/>
    <w:rsid w:val="00B10519"/>
    <w:rsid w:val="00B20A5D"/>
    <w:rsid w:val="00B2117D"/>
    <w:rsid w:val="00B2151A"/>
    <w:rsid w:val="00B24546"/>
    <w:rsid w:val="00B25829"/>
    <w:rsid w:val="00B30A0E"/>
    <w:rsid w:val="00B36FB4"/>
    <w:rsid w:val="00B406CC"/>
    <w:rsid w:val="00B44A22"/>
    <w:rsid w:val="00B46C3C"/>
    <w:rsid w:val="00B51128"/>
    <w:rsid w:val="00B55995"/>
    <w:rsid w:val="00B61C4A"/>
    <w:rsid w:val="00B65680"/>
    <w:rsid w:val="00B70474"/>
    <w:rsid w:val="00B719A3"/>
    <w:rsid w:val="00B804AD"/>
    <w:rsid w:val="00B8215F"/>
    <w:rsid w:val="00B876BF"/>
    <w:rsid w:val="00B8793D"/>
    <w:rsid w:val="00B92C3E"/>
    <w:rsid w:val="00B95097"/>
    <w:rsid w:val="00BA00F2"/>
    <w:rsid w:val="00BA156A"/>
    <w:rsid w:val="00BA3C5A"/>
    <w:rsid w:val="00BA6B9E"/>
    <w:rsid w:val="00BB299D"/>
    <w:rsid w:val="00BB2EF2"/>
    <w:rsid w:val="00BB4D9E"/>
    <w:rsid w:val="00BB7AD4"/>
    <w:rsid w:val="00BC2959"/>
    <w:rsid w:val="00BD03F4"/>
    <w:rsid w:val="00BD620D"/>
    <w:rsid w:val="00BD7277"/>
    <w:rsid w:val="00BD7A05"/>
    <w:rsid w:val="00BE2594"/>
    <w:rsid w:val="00BE5D29"/>
    <w:rsid w:val="00BE78E3"/>
    <w:rsid w:val="00BF0BE3"/>
    <w:rsid w:val="00BF0D24"/>
    <w:rsid w:val="00BF244E"/>
    <w:rsid w:val="00BF5641"/>
    <w:rsid w:val="00C0169B"/>
    <w:rsid w:val="00C029F0"/>
    <w:rsid w:val="00C03AAF"/>
    <w:rsid w:val="00C05054"/>
    <w:rsid w:val="00C06C49"/>
    <w:rsid w:val="00C14817"/>
    <w:rsid w:val="00C17F41"/>
    <w:rsid w:val="00C24B59"/>
    <w:rsid w:val="00C26F94"/>
    <w:rsid w:val="00C324B3"/>
    <w:rsid w:val="00C40137"/>
    <w:rsid w:val="00C45904"/>
    <w:rsid w:val="00C500B5"/>
    <w:rsid w:val="00C53461"/>
    <w:rsid w:val="00C60F11"/>
    <w:rsid w:val="00C63491"/>
    <w:rsid w:val="00C6619B"/>
    <w:rsid w:val="00C70816"/>
    <w:rsid w:val="00C83CDF"/>
    <w:rsid w:val="00C853ED"/>
    <w:rsid w:val="00C96150"/>
    <w:rsid w:val="00CA16B0"/>
    <w:rsid w:val="00CA4824"/>
    <w:rsid w:val="00CA5443"/>
    <w:rsid w:val="00CA58FA"/>
    <w:rsid w:val="00CA6DF2"/>
    <w:rsid w:val="00CA7210"/>
    <w:rsid w:val="00CA7A12"/>
    <w:rsid w:val="00CB067E"/>
    <w:rsid w:val="00CB3787"/>
    <w:rsid w:val="00CB3F5C"/>
    <w:rsid w:val="00CB61EF"/>
    <w:rsid w:val="00CC040D"/>
    <w:rsid w:val="00CC147A"/>
    <w:rsid w:val="00CC2DCD"/>
    <w:rsid w:val="00CC2E99"/>
    <w:rsid w:val="00CC395D"/>
    <w:rsid w:val="00CC3F6F"/>
    <w:rsid w:val="00CC4B01"/>
    <w:rsid w:val="00CC64DD"/>
    <w:rsid w:val="00CD291B"/>
    <w:rsid w:val="00CD632E"/>
    <w:rsid w:val="00CE0810"/>
    <w:rsid w:val="00CF34D9"/>
    <w:rsid w:val="00D0462A"/>
    <w:rsid w:val="00D05616"/>
    <w:rsid w:val="00D06419"/>
    <w:rsid w:val="00D17F0E"/>
    <w:rsid w:val="00D2156A"/>
    <w:rsid w:val="00D21D92"/>
    <w:rsid w:val="00D23840"/>
    <w:rsid w:val="00D2461C"/>
    <w:rsid w:val="00D2531E"/>
    <w:rsid w:val="00D347A8"/>
    <w:rsid w:val="00D35D5A"/>
    <w:rsid w:val="00D36060"/>
    <w:rsid w:val="00D3699D"/>
    <w:rsid w:val="00D4181A"/>
    <w:rsid w:val="00D449E3"/>
    <w:rsid w:val="00D44C04"/>
    <w:rsid w:val="00D45E59"/>
    <w:rsid w:val="00D50D71"/>
    <w:rsid w:val="00D5583D"/>
    <w:rsid w:val="00D56009"/>
    <w:rsid w:val="00D61AE4"/>
    <w:rsid w:val="00D67079"/>
    <w:rsid w:val="00D72438"/>
    <w:rsid w:val="00D7584D"/>
    <w:rsid w:val="00D801CE"/>
    <w:rsid w:val="00D8306A"/>
    <w:rsid w:val="00D95A1A"/>
    <w:rsid w:val="00DA0540"/>
    <w:rsid w:val="00DA1CFA"/>
    <w:rsid w:val="00DA6B7B"/>
    <w:rsid w:val="00DB24D9"/>
    <w:rsid w:val="00DB49C5"/>
    <w:rsid w:val="00DB5AD1"/>
    <w:rsid w:val="00DB5CD2"/>
    <w:rsid w:val="00DD0C03"/>
    <w:rsid w:val="00DD1A8A"/>
    <w:rsid w:val="00DD3911"/>
    <w:rsid w:val="00DE0B76"/>
    <w:rsid w:val="00DF288D"/>
    <w:rsid w:val="00DF6F18"/>
    <w:rsid w:val="00E03FD6"/>
    <w:rsid w:val="00E04AE6"/>
    <w:rsid w:val="00E06915"/>
    <w:rsid w:val="00E107F5"/>
    <w:rsid w:val="00E13D1E"/>
    <w:rsid w:val="00E17C47"/>
    <w:rsid w:val="00E25492"/>
    <w:rsid w:val="00E26081"/>
    <w:rsid w:val="00E264A1"/>
    <w:rsid w:val="00E30020"/>
    <w:rsid w:val="00E31366"/>
    <w:rsid w:val="00E32500"/>
    <w:rsid w:val="00E3497F"/>
    <w:rsid w:val="00E354C3"/>
    <w:rsid w:val="00E36955"/>
    <w:rsid w:val="00E371FE"/>
    <w:rsid w:val="00E41510"/>
    <w:rsid w:val="00E44046"/>
    <w:rsid w:val="00E465A8"/>
    <w:rsid w:val="00E47BE4"/>
    <w:rsid w:val="00E50877"/>
    <w:rsid w:val="00E5446C"/>
    <w:rsid w:val="00E6052D"/>
    <w:rsid w:val="00E620E4"/>
    <w:rsid w:val="00E62B12"/>
    <w:rsid w:val="00E6449F"/>
    <w:rsid w:val="00E65350"/>
    <w:rsid w:val="00E77FE6"/>
    <w:rsid w:val="00E90D25"/>
    <w:rsid w:val="00E9497A"/>
    <w:rsid w:val="00E950AE"/>
    <w:rsid w:val="00E977E5"/>
    <w:rsid w:val="00E97828"/>
    <w:rsid w:val="00EA1D63"/>
    <w:rsid w:val="00EA3017"/>
    <w:rsid w:val="00EA43D6"/>
    <w:rsid w:val="00EB03F1"/>
    <w:rsid w:val="00EB18A9"/>
    <w:rsid w:val="00EB21C7"/>
    <w:rsid w:val="00EB551A"/>
    <w:rsid w:val="00EB7056"/>
    <w:rsid w:val="00EC040A"/>
    <w:rsid w:val="00EC12FF"/>
    <w:rsid w:val="00EC29A6"/>
    <w:rsid w:val="00EC3E24"/>
    <w:rsid w:val="00ED007E"/>
    <w:rsid w:val="00ED1632"/>
    <w:rsid w:val="00ED1A31"/>
    <w:rsid w:val="00ED3887"/>
    <w:rsid w:val="00ED4577"/>
    <w:rsid w:val="00EE22AC"/>
    <w:rsid w:val="00EE2A1A"/>
    <w:rsid w:val="00EE774F"/>
    <w:rsid w:val="00EF16AC"/>
    <w:rsid w:val="00EF1C1E"/>
    <w:rsid w:val="00EF2C86"/>
    <w:rsid w:val="00EF5AFB"/>
    <w:rsid w:val="00EF66C7"/>
    <w:rsid w:val="00F03580"/>
    <w:rsid w:val="00F0496D"/>
    <w:rsid w:val="00F07457"/>
    <w:rsid w:val="00F101D2"/>
    <w:rsid w:val="00F139C5"/>
    <w:rsid w:val="00F17910"/>
    <w:rsid w:val="00F20F27"/>
    <w:rsid w:val="00F2371D"/>
    <w:rsid w:val="00F23EDE"/>
    <w:rsid w:val="00F24D81"/>
    <w:rsid w:val="00F31FCC"/>
    <w:rsid w:val="00F33863"/>
    <w:rsid w:val="00F37B70"/>
    <w:rsid w:val="00F404E9"/>
    <w:rsid w:val="00F44DF1"/>
    <w:rsid w:val="00F53AF7"/>
    <w:rsid w:val="00F53CAB"/>
    <w:rsid w:val="00F63CB3"/>
    <w:rsid w:val="00F64918"/>
    <w:rsid w:val="00F67716"/>
    <w:rsid w:val="00F7140F"/>
    <w:rsid w:val="00F714B1"/>
    <w:rsid w:val="00F73D80"/>
    <w:rsid w:val="00F74A61"/>
    <w:rsid w:val="00F75326"/>
    <w:rsid w:val="00F83E0E"/>
    <w:rsid w:val="00F929B2"/>
    <w:rsid w:val="00F96B4E"/>
    <w:rsid w:val="00FA0425"/>
    <w:rsid w:val="00FA5519"/>
    <w:rsid w:val="00FA76B5"/>
    <w:rsid w:val="00FB39A4"/>
    <w:rsid w:val="00FB5653"/>
    <w:rsid w:val="00FC27A2"/>
    <w:rsid w:val="00FC62BA"/>
    <w:rsid w:val="00FD03EC"/>
    <w:rsid w:val="00FD1D27"/>
    <w:rsid w:val="00FD2072"/>
    <w:rsid w:val="00FD21D3"/>
    <w:rsid w:val="00FD7A3D"/>
    <w:rsid w:val="00FE27C2"/>
    <w:rsid w:val="00FE64A5"/>
    <w:rsid w:val="00FF11C2"/>
    <w:rsid w:val="00FF7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ockticker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1D7A"/>
    <w:pPr>
      <w:spacing w:after="120"/>
    </w:pPr>
    <w:rPr>
      <w:rFonts w:ascii="Verdana" w:hAnsi="Verdana"/>
      <w:sz w:val="17"/>
    </w:rPr>
  </w:style>
  <w:style w:type="paragraph" w:styleId="Heading1">
    <w:name w:val="heading 1"/>
    <w:basedOn w:val="Normal"/>
    <w:next w:val="Normal"/>
    <w:qFormat/>
    <w:rsid w:val="008D3189"/>
    <w:pPr>
      <w:keepNext/>
      <w:pageBreakBefore/>
      <w:pBdr>
        <w:top w:val="single" w:sz="24" w:space="1" w:color="auto"/>
      </w:pBdr>
      <w:spacing w:before="240"/>
      <w:ind w:left="-240"/>
      <w:outlineLvl w:val="0"/>
    </w:pPr>
    <w:rPr>
      <w:rFonts w:cs="Arial"/>
      <w:b/>
      <w:bCs/>
      <w:kern w:val="32"/>
      <w:sz w:val="36"/>
      <w:szCs w:val="32"/>
    </w:rPr>
  </w:style>
  <w:style w:type="paragraph" w:styleId="Heading2">
    <w:name w:val="heading 2"/>
    <w:basedOn w:val="Normal"/>
    <w:next w:val="Normal"/>
    <w:qFormat/>
    <w:rsid w:val="008D3189"/>
    <w:pPr>
      <w:keepNext/>
      <w:spacing w:before="240"/>
      <w:ind w:left="-24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D3189"/>
    <w:pPr>
      <w:keepNext/>
      <w:spacing w:before="240"/>
      <w:ind w:left="-240"/>
      <w:outlineLvl w:val="2"/>
    </w:pPr>
    <w:rPr>
      <w:rFonts w:cs="Arial"/>
      <w:b/>
      <w:bCs/>
      <w:sz w:val="24"/>
      <w:szCs w:val="26"/>
    </w:rPr>
  </w:style>
  <w:style w:type="paragraph" w:styleId="Heading4">
    <w:name w:val="heading 4"/>
    <w:basedOn w:val="Normal"/>
    <w:next w:val="Normal"/>
    <w:qFormat/>
    <w:rsid w:val="00D347EE"/>
    <w:pPr>
      <w:keepNext/>
      <w:spacing w:before="240"/>
      <w:ind w:left="-240"/>
      <w:outlineLvl w:val="3"/>
    </w:pPr>
    <w:rPr>
      <w:b/>
      <w:bCs/>
      <w:sz w:val="20"/>
      <w:szCs w:val="28"/>
    </w:rPr>
  </w:style>
  <w:style w:type="paragraph" w:styleId="Heading5">
    <w:name w:val="heading 5"/>
    <w:basedOn w:val="Normal"/>
    <w:next w:val="Normal"/>
    <w:link w:val="Heading5Char"/>
    <w:qFormat/>
    <w:rsid w:val="0048063F"/>
    <w:pPr>
      <w:keepNext/>
      <w:spacing w:before="240" w:after="60"/>
      <w:ind w:left="-24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D3776B"/>
    <w:pPr>
      <w:spacing w:before="240" w:after="6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qFormat/>
    <w:rsid w:val="00D3776B"/>
    <w:pPr>
      <w:spacing w:before="240" w:after="60"/>
      <w:outlineLvl w:val="6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8074D"/>
    <w:pPr>
      <w:spacing w:before="60" w:after="60"/>
    </w:pPr>
    <w:tblPr>
      <w:tblInd w:w="0" w:type="dxa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</w:rPr>
      <w:tblPr/>
      <w:tcPr>
        <w:tc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  <w:tl2br w:val="nil"/>
          <w:tr2bl w:val="nil"/>
        </w:tcBorders>
        <w:shd w:val="clear" w:color="auto" w:fill="C0C0C0"/>
      </w:tcPr>
    </w:tblStylePr>
  </w:style>
  <w:style w:type="character" w:styleId="Hyperlink">
    <w:name w:val="Hyperlink"/>
    <w:basedOn w:val="DefaultParagraphFont"/>
    <w:rsid w:val="00B8074D"/>
    <w:rPr>
      <w:color w:val="0000FF"/>
      <w:u w:val="single"/>
    </w:rPr>
  </w:style>
  <w:style w:type="paragraph" w:styleId="Caption">
    <w:name w:val="caption"/>
    <w:basedOn w:val="Normal"/>
    <w:next w:val="Normal"/>
    <w:qFormat/>
    <w:rsid w:val="00391350"/>
    <w:pPr>
      <w:spacing w:after="240"/>
    </w:pPr>
    <w:rPr>
      <w:b/>
      <w:bCs/>
      <w:color w:val="4F81BD"/>
    </w:rPr>
  </w:style>
  <w:style w:type="paragraph" w:customStyle="1" w:styleId="TasksCaption">
    <w:name w:val="TasksCaption"/>
    <w:basedOn w:val="Normal"/>
    <w:rsid w:val="00B8074D"/>
    <w:pPr>
      <w:keepNext/>
    </w:pPr>
    <w:rPr>
      <w:b/>
      <w:color w:val="333399"/>
    </w:rPr>
  </w:style>
  <w:style w:type="paragraph" w:customStyle="1" w:styleId="DT">
    <w:name w:val="DT"/>
    <w:basedOn w:val="Normal"/>
    <w:next w:val="DD"/>
    <w:rsid w:val="00B8074D"/>
    <w:pPr>
      <w:spacing w:after="0"/>
    </w:pPr>
  </w:style>
  <w:style w:type="paragraph" w:customStyle="1" w:styleId="DD">
    <w:name w:val="DD"/>
    <w:basedOn w:val="Normal"/>
    <w:next w:val="DT"/>
    <w:rsid w:val="00B8074D"/>
    <w:pPr>
      <w:ind w:left="360"/>
    </w:pPr>
  </w:style>
  <w:style w:type="paragraph" w:customStyle="1" w:styleId="Note">
    <w:name w:val="Note"/>
    <w:basedOn w:val="Normal"/>
    <w:rsid w:val="004150FC"/>
    <w:pPr>
      <w:pBdr>
        <w:top w:val="single" w:sz="4" w:space="6" w:color="999999"/>
        <w:left w:val="single" w:sz="4" w:space="6" w:color="999999"/>
        <w:bottom w:val="single" w:sz="4" w:space="6" w:color="999999"/>
        <w:right w:val="single" w:sz="4" w:space="6" w:color="999999"/>
      </w:pBdr>
      <w:shd w:val="clear" w:color="auto" w:fill="E6E6E6"/>
      <w:ind w:left="360"/>
    </w:pPr>
  </w:style>
  <w:style w:type="paragraph" w:styleId="BalloonText">
    <w:name w:val="Balloon Text"/>
    <w:basedOn w:val="Normal"/>
    <w:semiHidden/>
    <w:rsid w:val="00B8074D"/>
    <w:rPr>
      <w:rFonts w:ascii="Tahoma" w:hAnsi="Tahoma" w:cs="Tahoma"/>
      <w:sz w:val="16"/>
      <w:szCs w:val="16"/>
    </w:rPr>
  </w:style>
  <w:style w:type="numbering" w:customStyle="1" w:styleId="Bullets">
    <w:name w:val="Bullets"/>
    <w:basedOn w:val="NoList"/>
    <w:rsid w:val="00B8074D"/>
    <w:pPr>
      <w:numPr>
        <w:numId w:val="1"/>
      </w:numPr>
    </w:pPr>
  </w:style>
  <w:style w:type="character" w:styleId="CommentReference">
    <w:name w:val="annotation reference"/>
    <w:basedOn w:val="DefaultParagraphFont"/>
    <w:semiHidden/>
    <w:rsid w:val="00B8074D"/>
    <w:rPr>
      <w:sz w:val="16"/>
      <w:szCs w:val="16"/>
    </w:rPr>
  </w:style>
  <w:style w:type="paragraph" w:customStyle="1" w:styleId="Code">
    <w:name w:val="Code"/>
    <w:basedOn w:val="Normal"/>
    <w:rsid w:val="00A96C53"/>
    <w:pPr>
      <w:shd w:val="clear" w:color="auto" w:fill="DDDDDD"/>
      <w:spacing w:after="0"/>
    </w:pPr>
    <w:rPr>
      <w:rFonts w:ascii="Courier New" w:hAnsi="Courier New"/>
      <w:noProof/>
      <w:sz w:val="16"/>
    </w:rPr>
  </w:style>
  <w:style w:type="paragraph" w:styleId="CommentText">
    <w:name w:val="annotation text"/>
    <w:basedOn w:val="Normal"/>
    <w:semiHidden/>
    <w:rsid w:val="00B8074D"/>
  </w:style>
  <w:style w:type="paragraph" w:styleId="CommentSubject">
    <w:name w:val="annotation subject"/>
    <w:basedOn w:val="CommentText"/>
    <w:next w:val="CommentText"/>
    <w:semiHidden/>
    <w:rsid w:val="00B8074D"/>
    <w:rPr>
      <w:b/>
      <w:bCs/>
    </w:rPr>
  </w:style>
  <w:style w:type="character" w:styleId="FollowedHyperlink">
    <w:name w:val="FollowedHyperlink"/>
    <w:basedOn w:val="DefaultParagraphFont"/>
    <w:rsid w:val="00B8074D"/>
    <w:rPr>
      <w:color w:val="800080"/>
      <w:u w:val="single"/>
    </w:rPr>
  </w:style>
  <w:style w:type="paragraph" w:customStyle="1" w:styleId="TH">
    <w:name w:val="TH"/>
    <w:basedOn w:val="Normal"/>
    <w:rsid w:val="00281D7A"/>
    <w:pPr>
      <w:keepNext/>
      <w:spacing w:before="80" w:after="80"/>
    </w:pPr>
    <w:rPr>
      <w:b/>
    </w:rPr>
  </w:style>
  <w:style w:type="paragraph" w:customStyle="1" w:styleId="TR">
    <w:name w:val="TR"/>
    <w:basedOn w:val="Normal"/>
    <w:rsid w:val="00281D7A"/>
    <w:pPr>
      <w:spacing w:before="80" w:after="80"/>
    </w:pPr>
  </w:style>
  <w:style w:type="paragraph" w:styleId="DocumentMap">
    <w:name w:val="Document Map"/>
    <w:basedOn w:val="Normal"/>
    <w:semiHidden/>
    <w:rsid w:val="00F215AE"/>
    <w:pPr>
      <w:shd w:val="clear" w:color="auto" w:fill="000080"/>
    </w:pPr>
    <w:rPr>
      <w:rFonts w:ascii="Tahoma" w:hAnsi="Tahoma" w:cs="Tahoma"/>
      <w:sz w:val="20"/>
    </w:rPr>
  </w:style>
  <w:style w:type="paragraph" w:styleId="NormalWeb">
    <w:name w:val="Normal (Web)"/>
    <w:basedOn w:val="Normal"/>
    <w:rsid w:val="0083509B"/>
    <w:pPr>
      <w:spacing w:before="100" w:beforeAutospacing="1" w:after="100" w:afterAutospacing="1" w:line="324" w:lineRule="atLeast"/>
    </w:pPr>
    <w:rPr>
      <w:rFonts w:ascii="Arial" w:hAnsi="Arial" w:cs="Arial"/>
      <w:sz w:val="18"/>
      <w:szCs w:val="18"/>
    </w:rPr>
  </w:style>
  <w:style w:type="character" w:styleId="Strong">
    <w:name w:val="Strong"/>
    <w:basedOn w:val="DefaultParagraphFont"/>
    <w:qFormat/>
    <w:rsid w:val="0083509B"/>
    <w:rPr>
      <w:b/>
      <w:bCs/>
    </w:rPr>
  </w:style>
  <w:style w:type="character" w:styleId="Emphasis">
    <w:name w:val="Emphasis"/>
    <w:basedOn w:val="DefaultParagraphFont"/>
    <w:qFormat/>
    <w:rsid w:val="00D0298C"/>
    <w:rPr>
      <w:i/>
      <w:iCs/>
    </w:rPr>
  </w:style>
  <w:style w:type="character" w:customStyle="1" w:styleId="propertyvalue1">
    <w:name w:val="propertyvalue1"/>
    <w:basedOn w:val="DefaultParagraphFont"/>
    <w:rsid w:val="00BB0C24"/>
    <w:rPr>
      <w:color w:val="CC6600"/>
      <w:sz w:val="20"/>
      <w:szCs w:val="20"/>
      <w:shd w:val="clear" w:color="auto" w:fill="FFFFFF"/>
    </w:rPr>
  </w:style>
  <w:style w:type="character" w:customStyle="1" w:styleId="propertyvalue">
    <w:name w:val="propertyvalue"/>
    <w:basedOn w:val="DefaultParagraphFont"/>
    <w:rsid w:val="00A71F96"/>
  </w:style>
  <w:style w:type="paragraph" w:styleId="HTMLPreformatted">
    <w:name w:val="HTML Preformatted"/>
    <w:basedOn w:val="Normal"/>
    <w:rsid w:val="006B23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</w:pPr>
    <w:rPr>
      <w:rFonts w:ascii="Courier New" w:eastAsia="Times New Roman" w:hAnsi="Courier New" w:cs="Courier New"/>
      <w:sz w:val="20"/>
      <w:lang w:val="ru-RU" w:eastAsia="ru-RU"/>
    </w:rPr>
  </w:style>
  <w:style w:type="paragraph" w:styleId="ListParagraph">
    <w:name w:val="List Paragraph"/>
    <w:basedOn w:val="Normal"/>
    <w:uiPriority w:val="34"/>
    <w:qFormat/>
    <w:rsid w:val="00237C68"/>
    <w:pPr>
      <w:spacing w:after="0"/>
      <w:ind w:left="720"/>
    </w:pPr>
    <w:rPr>
      <w:rFonts w:ascii="Calibri" w:hAnsi="Calibri" w:cs="Arial"/>
      <w:sz w:val="22"/>
      <w:szCs w:val="22"/>
    </w:rPr>
  </w:style>
  <w:style w:type="paragraph" w:styleId="Header">
    <w:name w:val="header"/>
    <w:basedOn w:val="Normal"/>
    <w:rsid w:val="00436615"/>
    <w:pPr>
      <w:tabs>
        <w:tab w:val="center" w:pos="4677"/>
        <w:tab w:val="right" w:pos="9355"/>
      </w:tabs>
    </w:pPr>
    <w:rPr>
      <w:i/>
    </w:rPr>
  </w:style>
  <w:style w:type="paragraph" w:styleId="Footer">
    <w:name w:val="footer"/>
    <w:basedOn w:val="Normal"/>
    <w:rsid w:val="00A95A4B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851B88"/>
  </w:style>
  <w:style w:type="paragraph" w:customStyle="1" w:styleId="NewCaption">
    <w:name w:val="New Caption"/>
    <w:basedOn w:val="Normal"/>
    <w:next w:val="Normal"/>
    <w:qFormat/>
    <w:rsid w:val="00CC64DD"/>
    <w:pPr>
      <w:keepNext/>
      <w:spacing w:before="240"/>
    </w:pPr>
    <w:rPr>
      <w:b/>
      <w:bCs/>
      <w:color w:val="365F91"/>
    </w:rPr>
  </w:style>
  <w:style w:type="table" w:styleId="Table3Deffects1">
    <w:name w:val="Table 3D effects 1"/>
    <w:basedOn w:val="TableNormal"/>
    <w:rsid w:val="000828D5"/>
    <w:pPr>
      <w:spacing w:after="80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Revision">
    <w:name w:val="Revision"/>
    <w:hidden/>
    <w:uiPriority w:val="99"/>
    <w:semiHidden/>
    <w:rsid w:val="00042C2C"/>
    <w:rPr>
      <w:rFonts w:ascii="Verdana" w:hAnsi="Verdana"/>
      <w:sz w:val="17"/>
    </w:rPr>
  </w:style>
  <w:style w:type="paragraph" w:customStyle="1" w:styleId="Chapter">
    <w:name w:val="Chapter"/>
    <w:basedOn w:val="Heading1"/>
    <w:rsid w:val="004F28FD"/>
  </w:style>
  <w:style w:type="paragraph" w:customStyle="1" w:styleId="FeatureOnly">
    <w:name w:val="FeatureOnly"/>
    <w:basedOn w:val="Normal"/>
    <w:rsid w:val="00B7748D"/>
    <w:rPr>
      <w:iCs/>
      <w:color w:val="FF0000"/>
    </w:rPr>
  </w:style>
  <w:style w:type="paragraph" w:customStyle="1" w:styleId="ppp">
    <w:name w:val="ppp"/>
    <w:basedOn w:val="Normal"/>
    <w:rsid w:val="00F40E74"/>
    <w:pPr>
      <w:numPr>
        <w:numId w:val="4"/>
      </w:numPr>
    </w:pPr>
  </w:style>
  <w:style w:type="character" w:customStyle="1" w:styleId="m1">
    <w:name w:val="m1"/>
    <w:basedOn w:val="DefaultParagraphFont"/>
    <w:rsid w:val="00572D2B"/>
    <w:rPr>
      <w:color w:val="0000FF"/>
    </w:rPr>
  </w:style>
  <w:style w:type="character" w:customStyle="1" w:styleId="t1">
    <w:name w:val="t1"/>
    <w:basedOn w:val="DefaultParagraphFont"/>
    <w:rsid w:val="00572D2B"/>
    <w:rPr>
      <w:color w:val="990000"/>
    </w:rPr>
  </w:style>
  <w:style w:type="character" w:customStyle="1" w:styleId="b1">
    <w:name w:val="b1"/>
    <w:basedOn w:val="DefaultParagraphFont"/>
    <w:rsid w:val="00572D2B"/>
    <w:rPr>
      <w:rFonts w:ascii="Courier New" w:hAnsi="Courier New" w:cs="Courier New" w:hint="default"/>
      <w:b/>
      <w:bCs/>
      <w:strike w:val="0"/>
      <w:dstrike w:val="0"/>
      <w:color w:val="FF0000"/>
      <w:u w:val="none"/>
      <w:effect w:val="none"/>
    </w:rPr>
  </w:style>
  <w:style w:type="character" w:customStyle="1" w:styleId="ns1">
    <w:name w:val="ns1"/>
    <w:basedOn w:val="DefaultParagraphFont"/>
    <w:rsid w:val="00572D2B"/>
    <w:rPr>
      <w:color w:val="FF0000"/>
    </w:rPr>
  </w:style>
  <w:style w:type="character" w:customStyle="1" w:styleId="Heading5Char">
    <w:name w:val="Heading 5 Char"/>
    <w:basedOn w:val="DefaultParagraphFont"/>
    <w:link w:val="Heading5"/>
    <w:rsid w:val="00532A1A"/>
    <w:rPr>
      <w:rFonts w:ascii="Verdana" w:hAnsi="Verdana"/>
      <w:b/>
      <w:bCs/>
      <w:iCs/>
      <w:sz w:val="17"/>
      <w:szCs w:val="26"/>
      <w:lang w:eastAsia="zh-CN"/>
    </w:rPr>
  </w:style>
  <w:style w:type="paragraph" w:customStyle="1" w:styleId="Example">
    <w:name w:val="Example"/>
    <w:basedOn w:val="Normal"/>
    <w:next w:val="Normal"/>
    <w:qFormat/>
    <w:rsid w:val="00440D6C"/>
    <w:pPr>
      <w:shd w:val="clear" w:color="auto" w:fill="FABF8F"/>
      <w:spacing w:before="240"/>
    </w:pPr>
    <w:rPr>
      <w:b/>
      <w:bCs/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6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Aspose\Aspose.Words\UserDocs\Aspose.Documentatio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93463-0A4E-4018-BCCB-93A2280605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5348EB-1710-4645-BEEF-F025D2B1A1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A88D6E-DA11-4311-AD42-EC22B796FC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3119459-9C32-48F9-ABAB-414488A22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Aspose.Documentation.dot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Aspose.Words Product Documentation</vt:lpstr>
    </vt:vector>
  </TitlesOfParts>
  <Company>q</Company>
  <LinksUpToDate>false</LinksUpToDate>
  <CharactersWithSpaces>178</CharactersWithSpaces>
  <SharedDoc>false</SharedDoc>
  <HLinks>
    <vt:vector size="378" baseType="variant">
      <vt:variant>
        <vt:i4>3473510</vt:i4>
      </vt:variant>
      <vt:variant>
        <vt:i4>186</vt:i4>
      </vt:variant>
      <vt:variant>
        <vt:i4>0</vt:i4>
      </vt:variant>
      <vt:variant>
        <vt:i4>5</vt:i4>
      </vt:variant>
      <vt:variant>
        <vt:lpwstr>http://msdn.microsoft.com/library/default.asp?url=/library/en-us/cpguide/html/cpcontargetingnetframeworkversion.asp</vt:lpwstr>
      </vt:variant>
      <vt:variant>
        <vt:lpwstr/>
      </vt:variant>
      <vt:variant>
        <vt:i4>6946942</vt:i4>
      </vt:variant>
      <vt:variant>
        <vt:i4>183</vt:i4>
      </vt:variant>
      <vt:variant>
        <vt:i4>0</vt:i4>
      </vt:variant>
      <vt:variant>
        <vt:i4>5</vt:i4>
      </vt:variant>
      <vt:variant>
        <vt:lpwstr>http://www.aspose.com/Community/Files/51/aspose.words/category1201.aspx</vt:lpwstr>
      </vt:variant>
      <vt:variant>
        <vt:lpwstr/>
      </vt:variant>
      <vt:variant>
        <vt:i4>5439516</vt:i4>
      </vt:variant>
      <vt:variant>
        <vt:i4>180</vt:i4>
      </vt:variant>
      <vt:variant>
        <vt:i4>0</vt:i4>
      </vt:variant>
      <vt:variant>
        <vt:i4>5</vt:i4>
      </vt:variant>
      <vt:variant>
        <vt:lpwstr>http://jpype.sourceforge.net/</vt:lpwstr>
      </vt:variant>
      <vt:variant>
        <vt:lpwstr/>
      </vt:variant>
      <vt:variant>
        <vt:i4>786548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_Using_Aspose.Words_for</vt:lpwstr>
      </vt:variant>
      <vt:variant>
        <vt:i4>8257656</vt:i4>
      </vt:variant>
      <vt:variant>
        <vt:i4>174</vt:i4>
      </vt:variant>
      <vt:variant>
        <vt:i4>0</vt:i4>
      </vt:variant>
      <vt:variant>
        <vt:i4>5</vt:i4>
      </vt:variant>
      <vt:variant>
        <vt:lpwstr>http://pypi.python.org/pypi/pywin32</vt:lpwstr>
      </vt:variant>
      <vt:variant>
        <vt:lpwstr/>
      </vt:variant>
      <vt:variant>
        <vt:i4>6946942</vt:i4>
      </vt:variant>
      <vt:variant>
        <vt:i4>171</vt:i4>
      </vt:variant>
      <vt:variant>
        <vt:i4>0</vt:i4>
      </vt:variant>
      <vt:variant>
        <vt:i4>5</vt:i4>
      </vt:variant>
      <vt:variant>
        <vt:lpwstr>http://www.aspose.com/Community/Files/51/aspose.words/category1201.aspx</vt:lpwstr>
      </vt:variant>
      <vt:variant>
        <vt:lpwstr/>
      </vt:variant>
      <vt:variant>
        <vt:i4>7667824</vt:i4>
      </vt:variant>
      <vt:variant>
        <vt:i4>168</vt:i4>
      </vt:variant>
      <vt:variant>
        <vt:i4>0</vt:i4>
      </vt:variant>
      <vt:variant>
        <vt:i4>5</vt:i4>
      </vt:variant>
      <vt:variant>
        <vt:lpwstr>http://php-java-bridge.sourceforge.net/pjb</vt:lpwstr>
      </vt:variant>
      <vt:variant>
        <vt:lpwstr/>
      </vt:variant>
      <vt:variant>
        <vt:i4>6029397</vt:i4>
      </vt:variant>
      <vt:variant>
        <vt:i4>165</vt:i4>
      </vt:variant>
      <vt:variant>
        <vt:i4>0</vt:i4>
      </vt:variant>
      <vt:variant>
        <vt:i4>5</vt:i4>
      </vt:variant>
      <vt:variant>
        <vt:lpwstr>http://www.php.net/manual/en/ref.java.php</vt:lpwstr>
      </vt:variant>
      <vt:variant>
        <vt:lpwstr/>
      </vt:variant>
      <vt:variant>
        <vt:i4>786548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_Using_Aspose.Words_for</vt:lpwstr>
      </vt:variant>
      <vt:variant>
        <vt:i4>524300</vt:i4>
      </vt:variant>
      <vt:variant>
        <vt:i4>159</vt:i4>
      </vt:variant>
      <vt:variant>
        <vt:i4>0</vt:i4>
      </vt:variant>
      <vt:variant>
        <vt:i4>5</vt:i4>
      </vt:variant>
      <vt:variant>
        <vt:lpwstr>http://www.php.net/manual/en/ref.com.php</vt:lpwstr>
      </vt:variant>
      <vt:variant>
        <vt:lpwstr/>
      </vt:variant>
      <vt:variant>
        <vt:i4>786548</vt:i4>
      </vt:variant>
      <vt:variant>
        <vt:i4>156</vt:i4>
      </vt:variant>
      <vt:variant>
        <vt:i4>0</vt:i4>
      </vt:variant>
      <vt:variant>
        <vt:i4>5</vt:i4>
      </vt:variant>
      <vt:variant>
        <vt:lpwstr/>
      </vt:variant>
      <vt:variant>
        <vt:lpwstr>_Using_Aspose.Words_for</vt:lpwstr>
      </vt:variant>
      <vt:variant>
        <vt:i4>6946942</vt:i4>
      </vt:variant>
      <vt:variant>
        <vt:i4>153</vt:i4>
      </vt:variant>
      <vt:variant>
        <vt:i4>0</vt:i4>
      </vt:variant>
      <vt:variant>
        <vt:i4>5</vt:i4>
      </vt:variant>
      <vt:variant>
        <vt:lpwstr>http://www.aspose.com/Community/Files/51/aspose.words/category1201.aspx</vt:lpwstr>
      </vt:variant>
      <vt:variant>
        <vt:lpwstr/>
      </vt:variant>
      <vt:variant>
        <vt:i4>2031617</vt:i4>
      </vt:variant>
      <vt:variant>
        <vt:i4>150</vt:i4>
      </vt:variant>
      <vt:variant>
        <vt:i4>0</vt:i4>
      </vt:variant>
      <vt:variant>
        <vt:i4>5</vt:i4>
      </vt:variant>
      <vt:variant>
        <vt:lpwstr>http://search.cpan.org/dist/Inline-Java/Java.pod</vt:lpwstr>
      </vt:variant>
      <vt:variant>
        <vt:lpwstr/>
      </vt:variant>
      <vt:variant>
        <vt:i4>786548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_Using_Aspose.Words_for</vt:lpwstr>
      </vt:variant>
      <vt:variant>
        <vt:i4>1966145</vt:i4>
      </vt:variant>
      <vt:variant>
        <vt:i4>144</vt:i4>
      </vt:variant>
      <vt:variant>
        <vt:i4>0</vt:i4>
      </vt:variant>
      <vt:variant>
        <vt:i4>5</vt:i4>
      </vt:variant>
      <vt:variant>
        <vt:lpwstr>http://search.cpan.org/~jdb/Win32-OLE-0.1709/lib/Win32/OLE.pm</vt:lpwstr>
      </vt:variant>
      <vt:variant>
        <vt:lpwstr/>
      </vt:variant>
      <vt:variant>
        <vt:i4>786548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_Using_Aspose.Words_for</vt:lpwstr>
      </vt:variant>
      <vt:variant>
        <vt:i4>5963841</vt:i4>
      </vt:variant>
      <vt:variant>
        <vt:i4>138</vt:i4>
      </vt:variant>
      <vt:variant>
        <vt:i4>0</vt:i4>
      </vt:variant>
      <vt:variant>
        <vt:i4>5</vt:i4>
      </vt:variant>
      <vt:variant>
        <vt:lpwstr>http://msdn.microsoft.com/en-us/library/zsfww439(VS.71).aspx</vt:lpwstr>
      </vt:variant>
      <vt:variant>
        <vt:lpwstr/>
      </vt:variant>
      <vt:variant>
        <vt:i4>5832707</vt:i4>
      </vt:variant>
      <vt:variant>
        <vt:i4>135</vt:i4>
      </vt:variant>
      <vt:variant>
        <vt:i4>0</vt:i4>
      </vt:variant>
      <vt:variant>
        <vt:i4>5</vt:i4>
      </vt:variant>
      <vt:variant>
        <vt:lpwstr>http://msdn.microsoft.com/en-us/library/sd10k43k(VS.71).aspx</vt:lpwstr>
      </vt:variant>
      <vt:variant>
        <vt:lpwstr/>
      </vt:variant>
      <vt:variant>
        <vt:i4>1245206</vt:i4>
      </vt:variant>
      <vt:variant>
        <vt:i4>132</vt:i4>
      </vt:variant>
      <vt:variant>
        <vt:i4>0</vt:i4>
      </vt:variant>
      <vt:variant>
        <vt:i4>5</vt:i4>
      </vt:variant>
      <vt:variant>
        <vt:lpwstr>http://www.aspose.com/community/files/51/file-format-components/aspose.words-for-.net-and-java/category1177.aspx</vt:lpwstr>
      </vt:variant>
      <vt:variant>
        <vt:lpwstr/>
      </vt:variant>
      <vt:variant>
        <vt:i4>1245206</vt:i4>
      </vt:variant>
      <vt:variant>
        <vt:i4>129</vt:i4>
      </vt:variant>
      <vt:variant>
        <vt:i4>0</vt:i4>
      </vt:variant>
      <vt:variant>
        <vt:i4>5</vt:i4>
      </vt:variant>
      <vt:variant>
        <vt:lpwstr>http://www.aspose.com/community/files/51/file-format-components/aspose.words-for-.net-and-java/category1177.aspx</vt:lpwstr>
      </vt:variant>
      <vt:variant>
        <vt:lpwstr/>
      </vt:variant>
      <vt:variant>
        <vt:i4>1245206</vt:i4>
      </vt:variant>
      <vt:variant>
        <vt:i4>126</vt:i4>
      </vt:variant>
      <vt:variant>
        <vt:i4>0</vt:i4>
      </vt:variant>
      <vt:variant>
        <vt:i4>5</vt:i4>
      </vt:variant>
      <vt:variant>
        <vt:lpwstr>http://www.aspose.com/community/files/51/file-format-components/aspose.words-for-.net-and-java/category1177.aspx</vt:lpwstr>
      </vt:variant>
      <vt:variant>
        <vt:lpwstr/>
      </vt:variant>
      <vt:variant>
        <vt:i4>1245206</vt:i4>
      </vt:variant>
      <vt:variant>
        <vt:i4>123</vt:i4>
      </vt:variant>
      <vt:variant>
        <vt:i4>0</vt:i4>
      </vt:variant>
      <vt:variant>
        <vt:i4>5</vt:i4>
      </vt:variant>
      <vt:variant>
        <vt:lpwstr>http://www.aspose.com/community/files/51/file-format-components/aspose.words-for-.net-and-java/category1177.aspx</vt:lpwstr>
      </vt:variant>
      <vt:variant>
        <vt:lpwstr/>
      </vt:variant>
      <vt:variant>
        <vt:i4>1245282</vt:i4>
      </vt:variant>
      <vt:variant>
        <vt:i4>120</vt:i4>
      </vt:variant>
      <vt:variant>
        <vt:i4>0</vt:i4>
      </vt:variant>
      <vt:variant>
        <vt:i4>5</vt:i4>
      </vt:variant>
      <vt:variant>
        <vt:lpwstr>http://en.wikipedia.org/wiki/Visitor_pattern</vt:lpwstr>
      </vt:variant>
      <vt:variant>
        <vt:lpwstr/>
      </vt:variant>
      <vt:variant>
        <vt:i4>4587569</vt:i4>
      </vt:variant>
      <vt:variant>
        <vt:i4>117</vt:i4>
      </vt:variant>
      <vt:variant>
        <vt:i4>0</vt:i4>
      </vt:variant>
      <vt:variant>
        <vt:i4>5</vt:i4>
      </vt:variant>
      <vt:variant>
        <vt:lpwstr>http://en.wikipedia.org/wiki/Facade_pattern</vt:lpwstr>
      </vt:variant>
      <vt:variant>
        <vt:lpwstr/>
      </vt:variant>
      <vt:variant>
        <vt:i4>852081</vt:i4>
      </vt:variant>
      <vt:variant>
        <vt:i4>114</vt:i4>
      </vt:variant>
      <vt:variant>
        <vt:i4>0</vt:i4>
      </vt:variant>
      <vt:variant>
        <vt:i4>5</vt:i4>
      </vt:variant>
      <vt:variant>
        <vt:lpwstr>http://en.wikipedia.org/wiki/Builder_pattern</vt:lpwstr>
      </vt:variant>
      <vt:variant>
        <vt:lpwstr/>
      </vt:variant>
      <vt:variant>
        <vt:i4>8192021</vt:i4>
      </vt:variant>
      <vt:variant>
        <vt:i4>111</vt:i4>
      </vt:variant>
      <vt:variant>
        <vt:i4>0</vt:i4>
      </vt:variant>
      <vt:variant>
        <vt:i4>5</vt:i4>
      </vt:variant>
      <vt:variant>
        <vt:lpwstr>http://en.wikipedia.org/wiki/Composite_pattern</vt:lpwstr>
      </vt:variant>
      <vt:variant>
        <vt:lpwstr/>
      </vt:variant>
      <vt:variant>
        <vt:i4>4456479</vt:i4>
      </vt:variant>
      <vt:variant>
        <vt:i4>108</vt:i4>
      </vt:variant>
      <vt:variant>
        <vt:i4>0</vt:i4>
      </vt:variant>
      <vt:variant>
        <vt:i4>5</vt:i4>
      </vt:variant>
      <vt:variant>
        <vt:lpwstr>http://www.aspose.com/Products/Aspose.Words/Api/Aspose.Words.Inline.html</vt:lpwstr>
      </vt:variant>
      <vt:variant>
        <vt:lpwstr/>
      </vt:variant>
      <vt:variant>
        <vt:i4>1179718</vt:i4>
      </vt:variant>
      <vt:variant>
        <vt:i4>105</vt:i4>
      </vt:variant>
      <vt:variant>
        <vt:i4>0</vt:i4>
      </vt:variant>
      <vt:variant>
        <vt:i4>5</vt:i4>
      </vt:variant>
      <vt:variant>
        <vt:lpwstr>http://www.aspose.com/Products/Aspose.Words/Api/Aspose.Words.InlineStory.html</vt:lpwstr>
      </vt:variant>
      <vt:variant>
        <vt:lpwstr/>
      </vt:variant>
      <vt:variant>
        <vt:i4>7929892</vt:i4>
      </vt:variant>
      <vt:variant>
        <vt:i4>102</vt:i4>
      </vt:variant>
      <vt:variant>
        <vt:i4>0</vt:i4>
      </vt:variant>
      <vt:variant>
        <vt:i4>5</vt:i4>
      </vt:variant>
      <vt:variant>
        <vt:lpwstr>http://www.aspose.com/Products/Aspose.Words/Api/Aspose.Words.Story.html</vt:lpwstr>
      </vt:variant>
      <vt:variant>
        <vt:lpwstr/>
      </vt:variant>
      <vt:variant>
        <vt:i4>8060976</vt:i4>
      </vt:variant>
      <vt:variant>
        <vt:i4>99</vt:i4>
      </vt:variant>
      <vt:variant>
        <vt:i4>0</vt:i4>
      </vt:variant>
      <vt:variant>
        <vt:i4>5</vt:i4>
      </vt:variant>
      <vt:variant>
        <vt:lpwstr>http://www.aspose.com/Products/Aspose.Words/Api/Aspose.Words.CompositeNode.html</vt:lpwstr>
      </vt:variant>
      <vt:variant>
        <vt:lpwstr/>
      </vt:variant>
      <vt:variant>
        <vt:i4>2424951</vt:i4>
      </vt:variant>
      <vt:variant>
        <vt:i4>96</vt:i4>
      </vt:variant>
      <vt:variant>
        <vt:i4>0</vt:i4>
      </vt:variant>
      <vt:variant>
        <vt:i4>5</vt:i4>
      </vt:variant>
      <vt:variant>
        <vt:lpwstr>http://www.aspose.com/Products/Aspose.Words/Api/Aspose.Words.Node.html</vt:lpwstr>
      </vt:variant>
      <vt:variant>
        <vt:lpwstr/>
      </vt:variant>
      <vt:variant>
        <vt:i4>5308509</vt:i4>
      </vt:variant>
      <vt:variant>
        <vt:i4>93</vt:i4>
      </vt:variant>
      <vt:variant>
        <vt:i4>0</vt:i4>
      </vt:variant>
      <vt:variant>
        <vt:i4>5</vt:i4>
      </vt:variant>
      <vt:variant>
        <vt:lpwstr>http://www.aspose.com/Products/Aspose.Words/Api/Aspose.Words.Fields.FieldEnd.html</vt:lpwstr>
      </vt:variant>
      <vt:variant>
        <vt:lpwstr/>
      </vt:variant>
      <vt:variant>
        <vt:i4>2555961</vt:i4>
      </vt:variant>
      <vt:variant>
        <vt:i4>90</vt:i4>
      </vt:variant>
      <vt:variant>
        <vt:i4>0</vt:i4>
      </vt:variant>
      <vt:variant>
        <vt:i4>5</vt:i4>
      </vt:variant>
      <vt:variant>
        <vt:lpwstr>http://www.aspose.com/Products/Aspose.Words/Api/Aspose.Words.Fields.FieldSeparator.html</vt:lpwstr>
      </vt:variant>
      <vt:variant>
        <vt:lpwstr/>
      </vt:variant>
      <vt:variant>
        <vt:i4>3538997</vt:i4>
      </vt:variant>
      <vt:variant>
        <vt:i4>87</vt:i4>
      </vt:variant>
      <vt:variant>
        <vt:i4>0</vt:i4>
      </vt:variant>
      <vt:variant>
        <vt:i4>5</vt:i4>
      </vt:variant>
      <vt:variant>
        <vt:lpwstr>http://www.aspose.com/Products/Aspose.Words/Api/Aspose.Words.Fields.FieldStart.html</vt:lpwstr>
      </vt:variant>
      <vt:variant>
        <vt:lpwstr/>
      </vt:variant>
      <vt:variant>
        <vt:i4>1376338</vt:i4>
      </vt:variant>
      <vt:variant>
        <vt:i4>84</vt:i4>
      </vt:variant>
      <vt:variant>
        <vt:i4>0</vt:i4>
      </vt:variant>
      <vt:variant>
        <vt:i4>5</vt:i4>
      </vt:variant>
      <vt:variant>
        <vt:lpwstr>http://www.aspose.com/Products/Aspose.Words/Api/Aspose.Words.SpecialChar.html</vt:lpwstr>
      </vt:variant>
      <vt:variant>
        <vt:lpwstr/>
      </vt:variant>
      <vt:variant>
        <vt:i4>6357112</vt:i4>
      </vt:variant>
      <vt:variant>
        <vt:i4>81</vt:i4>
      </vt:variant>
      <vt:variant>
        <vt:i4>0</vt:i4>
      </vt:variant>
      <vt:variant>
        <vt:i4>5</vt:i4>
      </vt:variant>
      <vt:variant>
        <vt:lpwstr>http://www.aspose.com/Products/Aspose.Words/Api/Aspose.Words.Fields.FormField.html</vt:lpwstr>
      </vt:variant>
      <vt:variant>
        <vt:lpwstr/>
      </vt:variant>
      <vt:variant>
        <vt:i4>87</vt:i4>
      </vt:variant>
      <vt:variant>
        <vt:i4>78</vt:i4>
      </vt:variant>
      <vt:variant>
        <vt:i4>0</vt:i4>
      </vt:variant>
      <vt:variant>
        <vt:i4>5</vt:i4>
      </vt:variant>
      <vt:variant>
        <vt:lpwstr>http://www.aspose.com/Products/Aspose.Words/Api/Aspose.Words.Run.html</vt:lpwstr>
      </vt:variant>
      <vt:variant>
        <vt:lpwstr/>
      </vt:variant>
      <vt:variant>
        <vt:i4>983106</vt:i4>
      </vt:variant>
      <vt:variant>
        <vt:i4>75</vt:i4>
      </vt:variant>
      <vt:variant>
        <vt:i4>0</vt:i4>
      </vt:variant>
      <vt:variant>
        <vt:i4>5</vt:i4>
      </vt:variant>
      <vt:variant>
        <vt:lpwstr>http://www.aspose.com/Products/Aspose.Words/Api/Aspose.Words.BookmarkEnd.html</vt:lpwstr>
      </vt:variant>
      <vt:variant>
        <vt:lpwstr/>
      </vt:variant>
      <vt:variant>
        <vt:i4>6815786</vt:i4>
      </vt:variant>
      <vt:variant>
        <vt:i4>72</vt:i4>
      </vt:variant>
      <vt:variant>
        <vt:i4>0</vt:i4>
      </vt:variant>
      <vt:variant>
        <vt:i4>5</vt:i4>
      </vt:variant>
      <vt:variant>
        <vt:lpwstr>http://www.aspose.com/Products/Aspose.Words/Api/Aspose.Words.BookmarkStart.html</vt:lpwstr>
      </vt:variant>
      <vt:variant>
        <vt:lpwstr/>
      </vt:variant>
      <vt:variant>
        <vt:i4>4718675</vt:i4>
      </vt:variant>
      <vt:variant>
        <vt:i4>69</vt:i4>
      </vt:variant>
      <vt:variant>
        <vt:i4>0</vt:i4>
      </vt:variant>
      <vt:variant>
        <vt:i4>5</vt:i4>
      </vt:variant>
      <vt:variant>
        <vt:lpwstr>http://www.aspose.com/Products/Aspose.Words/Api/Aspose.Words.Tables.Cell.html</vt:lpwstr>
      </vt:variant>
      <vt:variant>
        <vt:lpwstr/>
      </vt:variant>
      <vt:variant>
        <vt:i4>1900550</vt:i4>
      </vt:variant>
      <vt:variant>
        <vt:i4>66</vt:i4>
      </vt:variant>
      <vt:variant>
        <vt:i4>0</vt:i4>
      </vt:variant>
      <vt:variant>
        <vt:i4>5</vt:i4>
      </vt:variant>
      <vt:variant>
        <vt:lpwstr>http://www.aspose.com/Products/Aspose.Words/Api/Aspose.Words.Tables.Row.html</vt:lpwstr>
      </vt:variant>
      <vt:variant>
        <vt:lpwstr/>
      </vt:variant>
      <vt:variant>
        <vt:i4>8323184</vt:i4>
      </vt:variant>
      <vt:variant>
        <vt:i4>63</vt:i4>
      </vt:variant>
      <vt:variant>
        <vt:i4>0</vt:i4>
      </vt:variant>
      <vt:variant>
        <vt:i4>5</vt:i4>
      </vt:variant>
      <vt:variant>
        <vt:lpwstr>http://www.aspose.com/Products/Aspose.Words/Api/Aspose.Words.Tables.Table.html</vt:lpwstr>
      </vt:variant>
      <vt:variant>
        <vt:lpwstr/>
      </vt:variant>
      <vt:variant>
        <vt:i4>7340064</vt:i4>
      </vt:variant>
      <vt:variant>
        <vt:i4>60</vt:i4>
      </vt:variant>
      <vt:variant>
        <vt:i4>0</vt:i4>
      </vt:variant>
      <vt:variant>
        <vt:i4>5</vt:i4>
      </vt:variant>
      <vt:variant>
        <vt:lpwstr>http://www.aspose.com/Products/Aspose.Words/Api/Aspose.Words.Paragraph.html</vt:lpwstr>
      </vt:variant>
      <vt:variant>
        <vt:lpwstr/>
      </vt:variant>
      <vt:variant>
        <vt:i4>4456520</vt:i4>
      </vt:variant>
      <vt:variant>
        <vt:i4>57</vt:i4>
      </vt:variant>
      <vt:variant>
        <vt:i4>0</vt:i4>
      </vt:variant>
      <vt:variant>
        <vt:i4>5</vt:i4>
      </vt:variant>
      <vt:variant>
        <vt:lpwstr>http://www.aspose.com/Products/Aspose.Words/Api/Aspose.Words.Drawing.GroupShape.html</vt:lpwstr>
      </vt:variant>
      <vt:variant>
        <vt:lpwstr/>
      </vt:variant>
      <vt:variant>
        <vt:i4>6291583</vt:i4>
      </vt:variant>
      <vt:variant>
        <vt:i4>54</vt:i4>
      </vt:variant>
      <vt:variant>
        <vt:i4>0</vt:i4>
      </vt:variant>
      <vt:variant>
        <vt:i4>5</vt:i4>
      </vt:variant>
      <vt:variant>
        <vt:lpwstr>http://www.aspose.com/Products/Aspose.Words/Api/Aspose.Words.Drawing.Shape.html</vt:lpwstr>
      </vt:variant>
      <vt:variant>
        <vt:lpwstr/>
      </vt:variant>
      <vt:variant>
        <vt:i4>196686</vt:i4>
      </vt:variant>
      <vt:variant>
        <vt:i4>51</vt:i4>
      </vt:variant>
      <vt:variant>
        <vt:i4>0</vt:i4>
      </vt:variant>
      <vt:variant>
        <vt:i4>5</vt:i4>
      </vt:variant>
      <vt:variant>
        <vt:lpwstr>http://www.aspose.com/Products/Aspose.Words/Api/Aspose.Words.Comment.html</vt:lpwstr>
      </vt:variant>
      <vt:variant>
        <vt:lpwstr/>
      </vt:variant>
      <vt:variant>
        <vt:i4>3932268</vt:i4>
      </vt:variant>
      <vt:variant>
        <vt:i4>48</vt:i4>
      </vt:variant>
      <vt:variant>
        <vt:i4>0</vt:i4>
      </vt:variant>
      <vt:variant>
        <vt:i4>5</vt:i4>
      </vt:variant>
      <vt:variant>
        <vt:lpwstr>http://www.aspose.com/Products/Aspose.Words/Api/Aspose.Words.Footnote.html</vt:lpwstr>
      </vt:variant>
      <vt:variant>
        <vt:lpwstr/>
      </vt:variant>
      <vt:variant>
        <vt:i4>3080295</vt:i4>
      </vt:variant>
      <vt:variant>
        <vt:i4>45</vt:i4>
      </vt:variant>
      <vt:variant>
        <vt:i4>0</vt:i4>
      </vt:variant>
      <vt:variant>
        <vt:i4>5</vt:i4>
      </vt:variant>
      <vt:variant>
        <vt:lpwstr>http://www.aspose.com/Products/Aspose.Words/Api/Aspose.Words.HeaderFooter.html</vt:lpwstr>
      </vt:variant>
      <vt:variant>
        <vt:lpwstr/>
      </vt:variant>
      <vt:variant>
        <vt:i4>2687083</vt:i4>
      </vt:variant>
      <vt:variant>
        <vt:i4>42</vt:i4>
      </vt:variant>
      <vt:variant>
        <vt:i4>0</vt:i4>
      </vt:variant>
      <vt:variant>
        <vt:i4>5</vt:i4>
      </vt:variant>
      <vt:variant>
        <vt:lpwstr>http://www.aspose.com/Products/Aspose.Words/Api/Aspose.Words.Body.html</vt:lpwstr>
      </vt:variant>
      <vt:variant>
        <vt:lpwstr/>
      </vt:variant>
      <vt:variant>
        <vt:i4>720988</vt:i4>
      </vt:variant>
      <vt:variant>
        <vt:i4>39</vt:i4>
      </vt:variant>
      <vt:variant>
        <vt:i4>0</vt:i4>
      </vt:variant>
      <vt:variant>
        <vt:i4>5</vt:i4>
      </vt:variant>
      <vt:variant>
        <vt:lpwstr>http://www.aspose.com/Products/Aspose.Words/Api/Aspose.Words.Section.html</vt:lpwstr>
      </vt:variant>
      <vt:variant>
        <vt:lpwstr/>
      </vt:variant>
      <vt:variant>
        <vt:i4>2818166</vt:i4>
      </vt:variant>
      <vt:variant>
        <vt:i4>36</vt:i4>
      </vt:variant>
      <vt:variant>
        <vt:i4>0</vt:i4>
      </vt:variant>
      <vt:variant>
        <vt:i4>5</vt:i4>
      </vt:variant>
      <vt:variant>
        <vt:lpwstr>http://www.aspose.com/Products/Aspose.Words/Api/Aspose.Words.Document.html</vt:lpwstr>
      </vt:variant>
      <vt:variant>
        <vt:lpwstr/>
      </vt:variant>
      <vt:variant>
        <vt:i4>4259931</vt:i4>
      </vt:variant>
      <vt:variant>
        <vt:i4>33</vt:i4>
      </vt:variant>
      <vt:variant>
        <vt:i4>0</vt:i4>
      </vt:variant>
      <vt:variant>
        <vt:i4>5</vt:i4>
      </vt:variant>
      <vt:variant>
        <vt:lpwstr>http://www.aspose.com/Community/forums/75/ShowForum.aspx</vt:lpwstr>
      </vt:variant>
      <vt:variant>
        <vt:lpwstr/>
      </vt:variant>
      <vt:variant>
        <vt:i4>7667818</vt:i4>
      </vt:variant>
      <vt:variant>
        <vt:i4>30</vt:i4>
      </vt:variant>
      <vt:variant>
        <vt:i4>0</vt:i4>
      </vt:variant>
      <vt:variant>
        <vt:i4>5</vt:i4>
      </vt:variant>
      <vt:variant>
        <vt:lpwstr>http://www.aspose.com/Products/Aspose.Words.Reporting.Services/</vt:lpwstr>
      </vt:variant>
      <vt:variant>
        <vt:lpwstr/>
      </vt:variant>
      <vt:variant>
        <vt:i4>3407991</vt:i4>
      </vt:variant>
      <vt:variant>
        <vt:i4>27</vt:i4>
      </vt:variant>
      <vt:variant>
        <vt:i4>0</vt:i4>
      </vt:variant>
      <vt:variant>
        <vt:i4>5</vt:i4>
      </vt:variant>
      <vt:variant>
        <vt:lpwstr>http://msdn2.microsoft.com/en-us/library/ms460318.aspx</vt:lpwstr>
      </vt:variant>
      <vt:variant>
        <vt:lpwstr/>
      </vt:variant>
      <vt:variant>
        <vt:i4>3866740</vt:i4>
      </vt:variant>
      <vt:variant>
        <vt:i4>24</vt:i4>
      </vt:variant>
      <vt:variant>
        <vt:i4>0</vt:i4>
      </vt:variant>
      <vt:variant>
        <vt:i4>5</vt:i4>
      </vt:variant>
      <vt:variant>
        <vt:lpwstr>http://msdn2.microsoft.com/en-us/library/ms496285.aspx</vt:lpwstr>
      </vt:variant>
      <vt:variant>
        <vt:lpwstr/>
      </vt:variant>
      <vt:variant>
        <vt:i4>8126496</vt:i4>
      </vt:variant>
      <vt:variant>
        <vt:i4>21</vt:i4>
      </vt:variant>
      <vt:variant>
        <vt:i4>0</vt:i4>
      </vt:variant>
      <vt:variant>
        <vt:i4>5</vt:i4>
      </vt:variant>
      <vt:variant>
        <vt:lpwstr>http://www.aspose.com/Downloads/Components/Default.aspx</vt:lpwstr>
      </vt:variant>
      <vt:variant>
        <vt:lpwstr/>
      </vt:variant>
      <vt:variant>
        <vt:i4>3735674</vt:i4>
      </vt:variant>
      <vt:variant>
        <vt:i4>18</vt:i4>
      </vt:variant>
      <vt:variant>
        <vt:i4>0</vt:i4>
      </vt:variant>
      <vt:variant>
        <vt:i4>5</vt:i4>
      </vt:variant>
      <vt:variant>
        <vt:lpwstr>http://msdn2.microsoft.com/en-us/library/ms559247.aspx</vt:lpwstr>
      </vt:variant>
      <vt:variant>
        <vt:lpwstr/>
      </vt:variant>
      <vt:variant>
        <vt:i4>2555943</vt:i4>
      </vt:variant>
      <vt:variant>
        <vt:i4>15</vt:i4>
      </vt:variant>
      <vt:variant>
        <vt:i4>0</vt:i4>
      </vt:variant>
      <vt:variant>
        <vt:i4>5</vt:i4>
      </vt:variant>
      <vt:variant>
        <vt:lpwstr>http://www.aspose.com/</vt:lpwstr>
      </vt:variant>
      <vt:variant>
        <vt:lpwstr/>
      </vt:variant>
      <vt:variant>
        <vt:i4>3276920</vt:i4>
      </vt:variant>
      <vt:variant>
        <vt:i4>12</vt:i4>
      </vt:variant>
      <vt:variant>
        <vt:i4>0</vt:i4>
      </vt:variant>
      <vt:variant>
        <vt:i4>5</vt:i4>
      </vt:variant>
      <vt:variant>
        <vt:lpwstr>http://msdn2.microsoft.com/en-us/library/ms544523.aspx</vt:lpwstr>
      </vt:variant>
      <vt:variant>
        <vt:lpwstr/>
      </vt:variant>
      <vt:variant>
        <vt:i4>6553725</vt:i4>
      </vt:variant>
      <vt:variant>
        <vt:i4>9</vt:i4>
      </vt:variant>
      <vt:variant>
        <vt:i4>0</vt:i4>
      </vt:variant>
      <vt:variant>
        <vt:i4>5</vt:i4>
      </vt:variant>
      <vt:variant>
        <vt:lpwstr>http://office.microsoft.com/en-us/sharepointserver/FX100492001033.aspx</vt:lpwstr>
      </vt:variant>
      <vt:variant>
        <vt:lpwstr/>
      </vt:variant>
      <vt:variant>
        <vt:i4>1441808</vt:i4>
      </vt:variant>
      <vt:variant>
        <vt:i4>6</vt:i4>
      </vt:variant>
      <vt:variant>
        <vt:i4>0</vt:i4>
      </vt:variant>
      <vt:variant>
        <vt:i4>5</vt:i4>
      </vt:variant>
      <vt:variant>
        <vt:lpwstr>http://www.aspose.com/Products/Aspose.Slides/</vt:lpwstr>
      </vt:variant>
      <vt:variant>
        <vt:lpwstr/>
      </vt:variant>
      <vt:variant>
        <vt:i4>4915219</vt:i4>
      </vt:variant>
      <vt:variant>
        <vt:i4>3</vt:i4>
      </vt:variant>
      <vt:variant>
        <vt:i4>0</vt:i4>
      </vt:variant>
      <vt:variant>
        <vt:i4>5</vt:i4>
      </vt:variant>
      <vt:variant>
        <vt:lpwstr>http://www.aspose.com/Products/Aspose.Cells/</vt:lpwstr>
      </vt:variant>
      <vt:variant>
        <vt:lpwstr/>
      </vt:variant>
      <vt:variant>
        <vt:i4>4784153</vt:i4>
      </vt:variant>
      <vt:variant>
        <vt:i4>0</vt:i4>
      </vt:variant>
      <vt:variant>
        <vt:i4>0</vt:i4>
      </vt:variant>
      <vt:variant>
        <vt:i4>5</vt:i4>
      </vt:variant>
      <vt:variant>
        <vt:lpwstr>http://www.aspose.com/Products/Aspose.Words/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Aspose.Words Product Documentation</dc:title>
  <dc:creator>Aspose</dc:creator>
  <cp:lastModifiedBy>romeok</cp:lastModifiedBy>
  <cp:revision>7</cp:revision>
  <cp:lastPrinted>2009-05-20T03:37:00Z</cp:lastPrinted>
  <dcterms:created xsi:type="dcterms:W3CDTF">2009-08-09T10:22:00Z</dcterms:created>
  <dcterms:modified xsi:type="dcterms:W3CDTF">2009-08-09T12:36:00Z</dcterms:modified>
</cp:coreProperties>
</file>